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4E7F15" w14:textId="77777777" w:rsidR="00972F6B" w:rsidRPr="00386BD8" w:rsidRDefault="00281D8E" w:rsidP="008C6D2F">
      <w:pPr>
        <w:rPr>
          <w:rFonts w:ascii="Univers Com 47 Light Cond" w:hAnsi="Univers Com 47 Light Cond"/>
          <w:sz w:val="24"/>
          <w:szCs w:val="24"/>
          <w:u w:val="single"/>
          <w:lang w:val="en-GB"/>
        </w:rPr>
      </w:pPr>
      <w:r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7A439595">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7CDE22AB" w:rsidR="005328A6" w:rsidRPr="000939CB" w:rsidRDefault="005328A6" w:rsidP="00245BAF">
                            <w:pPr>
                              <w:pStyle w:val="DallmerOrtsfeld8115"/>
                            </w:pPr>
                            <w:r>
                              <w:t xml:space="preserve">       Arnsberg, </w:t>
                            </w:r>
                            <w:r w:rsidR="0084116D">
                              <w:t xml:space="preserve">March </w:t>
                            </w:r>
                            <w:r w:rsidR="008C6D2F">
                              <w:t>2025</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mv="urn:schemas-microsoft-com:mac:vml" xmlns:mo="http://schemas.microsoft.com/office/mac/office/2008/main" xmlns:a="http://schemas.openxmlformats.org/drawingml/2006/main">
            <w:pict>
              <v:shapetype id="_x0000_t202" coordsize="21600,21600" o:spt="202" path="m,l,21600r21600,l21600,xe" w14:anchorId="114117F0">
                <v:stroke joinstyle="miter"/>
                <v:path gradientshapeok="t" o:connecttype="rect"/>
              </v:shapetype>
              <v:shape id="Textfeld 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v:textbox inset="0,0,0,0">
                  <w:txbxContent>
                    <w:p w:rsidRPr="000939CB" w:rsidR="005328A6" w:rsidP="00245BAF" w:rsidRDefault="005328A6" w14:paraId="34F1C194" w14:textId="7CDE22AB">
                      <w:pPr>
                        <w:pStyle w:val="DallmerOrtsfeld8115"/>
                      </w:pPr>
                      <w:r>
                        <w:t xml:space="preserve">       Arnsberg, </w:t>
                      </w:r>
                      <w:r w:rsidR="0084116D">
                        <w:t xml:space="preserve">March </w:t>
                      </w:r>
                      <w:r w:rsidR="008C6D2F">
                        <w:t xml:space="preserve">2025</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 xml:space="preserve">Press </w:t>
                            </w:r>
                            <w:proofErr w:type="spellStart"/>
                            <w:r w:rsidRPr="003E595F">
                              <w:rPr>
                                <w:rFonts w:ascii="Univers Com 47 Light Cond" w:hAnsi="Univers Com 47 Light Cond"/>
                                <w:sz w:val="28"/>
                                <w:szCs w:val="28"/>
                              </w:rPr>
                              <w:t>release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mv="urn:schemas-microsoft-com:mac:vml" xmlns:mo="http://schemas.microsoft.com/office/mac/office/2008/main" xmlns:a="http://schemas.openxmlformats.org/drawingml/2006/main">
            <w:pict>
              <v:shape id="Textfeld 4"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w14:anchorId="7BF77075">
                <v:textbox inset="0,0,0,0">
                  <w:txbxContent>
                    <w:p w:rsidRPr="003E595F" w:rsidR="005328A6" w:rsidP="004B56DB" w:rsidRDefault="005328A6" w14:paraId="349CF259" w14:textId="77777777">
                      <w:pPr>
                        <w:spacing w:after="20"/>
                        <w:rPr>
                          <w:rFonts w:ascii="Univers Com 47 Light Cond" w:hAnsi="Univers Com 47 Light Cond"/>
                          <w:sz w:val="28"/>
                          <w:szCs w:val="28"/>
                        </w:rPr>
                      </w:pPr>
                      <w:r w:rsidRPr="003E595F">
                        <w:rPr>
                          <w:rFonts w:ascii="Univers Com 47 Light Cond" w:hAnsi="Univers Com 47 Light Cond"/>
                          <w:sz w:val="28"/>
                          <w:szCs w:val="28"/>
                        </w:rPr>
                        <w:t xml:space="preserve">Press release</w:t>
                      </w:r>
                    </w:p>
                  </w:txbxContent>
                </v:textbox>
                <w10:wrap anchorx="page" anchory="page"/>
                <w10:anchorlock/>
              </v:shape>
            </w:pict>
          </mc:Fallback>
        </mc:AlternateContent>
      </w:r>
      <w:proofErr w:type="spellStart"/>
      <w:r w:rsidR="00D735B1" w:rsidRPr="00386BD8">
        <w:rPr>
          <w:rFonts w:ascii="Univers Com 47 Light Cond" w:hAnsi="Univers Com 47 Light Cond"/>
          <w:sz w:val="24"/>
          <w:szCs w:val="24"/>
          <w:u w:val="single"/>
          <w:lang w:val="en-GB"/>
        </w:rPr>
        <w:t>DallFlex</w:t>
      </w:r>
      <w:proofErr w:type="spellEnd"/>
      <w:r w:rsidR="00D735B1" w:rsidRPr="00386BD8">
        <w:rPr>
          <w:rFonts w:ascii="Univers Com 47 Light Cond" w:hAnsi="Univers Com 47 Light Cond"/>
          <w:sz w:val="24"/>
          <w:szCs w:val="24"/>
          <w:u w:val="single"/>
          <w:lang w:val="en-GB"/>
        </w:rPr>
        <w:t xml:space="preserve"> 2.0: The original is now even better</w:t>
      </w:r>
    </w:p>
    <w:p w14:paraId="672B51CA" w14:textId="07D1ADF0" w:rsidR="00972F6B" w:rsidRPr="00386BD8" w:rsidRDefault="00972F6B" w:rsidP="008C6D2F">
      <w:pPr>
        <w:rPr>
          <w:rFonts w:ascii="Univers Com 47 Light Cond" w:hAnsi="Univers Com 47 Light Cond"/>
          <w:sz w:val="24"/>
          <w:szCs w:val="24"/>
          <w:u w:val="single"/>
          <w:lang w:val="en-GB"/>
        </w:rPr>
      </w:pPr>
      <w:r w:rsidRPr="00386BD8">
        <w:rPr>
          <w:rFonts w:ascii="Univers Com 47 Light Cond" w:hAnsi="Univers Com 47 Light Cond"/>
          <w:sz w:val="24"/>
          <w:szCs w:val="24"/>
          <w:u w:val="single"/>
          <w:lang w:val="en-GB"/>
        </w:rPr>
        <w:t>Proven shower channel system with new features</w:t>
      </w:r>
    </w:p>
    <w:p w14:paraId="24F13E8D" w14:textId="4C6DFC2C" w:rsidR="008C6D2F" w:rsidRPr="00386BD8" w:rsidRDefault="008C6D2F" w:rsidP="005B68F5">
      <w:pPr>
        <w:rPr>
          <w:rFonts w:ascii="Univers Com 47 Light Cond" w:hAnsi="Univers Com 47 Light Cond"/>
          <w:sz w:val="22"/>
          <w:szCs w:val="22"/>
          <w:u w:val="single"/>
          <w:lang w:val="en-GB"/>
        </w:rPr>
      </w:pPr>
    </w:p>
    <w:p w14:paraId="32701367" w14:textId="61450739" w:rsidR="00680F73" w:rsidRPr="00386BD8" w:rsidRDefault="00680F73" w:rsidP="005B68F5">
      <w:pPr>
        <w:rPr>
          <w:rFonts w:ascii="Univers Com 47 Light Cond" w:hAnsi="Univers Com 47 Light Cond"/>
          <w:sz w:val="22"/>
          <w:szCs w:val="22"/>
          <w:lang w:val="en-GB"/>
        </w:rPr>
      </w:pPr>
      <w:r w:rsidRPr="00386BD8">
        <w:rPr>
          <w:rFonts w:ascii="Univers Com 47 Light Cond" w:hAnsi="Univers Com 47 Light Cond"/>
          <w:sz w:val="22"/>
          <w:szCs w:val="22"/>
          <w:lang w:val="en-GB"/>
        </w:rPr>
        <w:t xml:space="preserve">Arnsberg-based drainage specialist </w:t>
      </w:r>
      <w:proofErr w:type="spellStart"/>
      <w:r w:rsidR="0059787C" w:rsidRPr="00386BD8">
        <w:rPr>
          <w:rFonts w:ascii="Univers Com 47 Light Cond" w:hAnsi="Univers Com 47 Light Cond"/>
          <w:sz w:val="22"/>
          <w:szCs w:val="22"/>
          <w:lang w:val="en-GB"/>
        </w:rPr>
        <w:t>Dallmer</w:t>
      </w:r>
      <w:proofErr w:type="spellEnd"/>
      <w:r w:rsidR="0059787C" w:rsidRPr="00386BD8">
        <w:rPr>
          <w:rFonts w:ascii="Univers Com 47 Light Cond" w:hAnsi="Univers Com 47 Light Cond"/>
          <w:sz w:val="22"/>
          <w:szCs w:val="22"/>
          <w:lang w:val="en-GB"/>
        </w:rPr>
        <w:t xml:space="preserve"> </w:t>
      </w:r>
      <w:r w:rsidRPr="00386BD8">
        <w:rPr>
          <w:rFonts w:ascii="Univers Com 47 Light Cond" w:hAnsi="Univers Com 47 Light Cond"/>
          <w:sz w:val="22"/>
          <w:szCs w:val="22"/>
          <w:lang w:val="en-GB"/>
        </w:rPr>
        <w:t xml:space="preserve">always </w:t>
      </w:r>
      <w:r w:rsidR="00383810" w:rsidRPr="00386BD8">
        <w:rPr>
          <w:rFonts w:ascii="Univers Com 47 Light Cond" w:hAnsi="Univers Com 47 Light Cond"/>
          <w:sz w:val="22"/>
          <w:szCs w:val="22"/>
          <w:lang w:val="en-GB"/>
        </w:rPr>
        <w:t xml:space="preserve">designs </w:t>
      </w:r>
      <w:r w:rsidRPr="00386BD8">
        <w:rPr>
          <w:rFonts w:ascii="Univers Com 47 Light Cond" w:hAnsi="Univers Com 47 Light Cond"/>
          <w:sz w:val="22"/>
          <w:szCs w:val="22"/>
          <w:lang w:val="en-GB"/>
        </w:rPr>
        <w:t xml:space="preserve">its solutions in close dialog with installers, planners and architects. The best example </w:t>
      </w:r>
      <w:r w:rsidR="0059787C" w:rsidRPr="00386BD8">
        <w:rPr>
          <w:rFonts w:ascii="Univers Com 47 Light Cond" w:hAnsi="Univers Com 47 Light Cond"/>
          <w:sz w:val="22"/>
          <w:szCs w:val="22"/>
          <w:lang w:val="en-GB"/>
        </w:rPr>
        <w:t xml:space="preserve">of this </w:t>
      </w:r>
      <w:r w:rsidRPr="00386BD8">
        <w:rPr>
          <w:rFonts w:ascii="Univers Com 47 Light Cond" w:hAnsi="Univers Com 47 Light Cond"/>
          <w:sz w:val="22"/>
          <w:szCs w:val="22"/>
          <w:lang w:val="en-GB"/>
        </w:rPr>
        <w:t xml:space="preserve">is </w:t>
      </w:r>
      <w:proofErr w:type="spellStart"/>
      <w:r w:rsidRPr="00386BD8">
        <w:rPr>
          <w:rFonts w:ascii="Univers Com 47 Light Cond" w:hAnsi="Univers Com 47 Light Cond"/>
          <w:sz w:val="22"/>
          <w:szCs w:val="22"/>
          <w:lang w:val="en-GB"/>
        </w:rPr>
        <w:t>DallFlex</w:t>
      </w:r>
      <w:proofErr w:type="spellEnd"/>
      <w:r w:rsidRPr="00386BD8">
        <w:rPr>
          <w:rFonts w:ascii="Univers Com 47 Light Cond" w:hAnsi="Univers Com 47 Light Cond"/>
          <w:sz w:val="22"/>
          <w:szCs w:val="22"/>
          <w:lang w:val="en-GB"/>
        </w:rPr>
        <w:t xml:space="preserve"> 2.0, the enhanced drainage system with new features.</w:t>
      </w:r>
    </w:p>
    <w:p w14:paraId="2CCBBF0E" w14:textId="2D748AA6" w:rsidR="00680F73" w:rsidRPr="00386BD8" w:rsidRDefault="00680F73" w:rsidP="005B68F5">
      <w:pPr>
        <w:rPr>
          <w:rFonts w:ascii="Univers Com 47 Light Cond" w:hAnsi="Univers Com 47 Light Cond"/>
          <w:sz w:val="22"/>
          <w:szCs w:val="22"/>
          <w:u w:val="single"/>
          <w:lang w:val="en-GB"/>
        </w:rPr>
      </w:pPr>
    </w:p>
    <w:p w14:paraId="6AF7D04E" w14:textId="64B30FAC" w:rsidR="008268C5" w:rsidRPr="00386BD8" w:rsidRDefault="008268C5" w:rsidP="005B68F5">
      <w:pPr>
        <w:rPr>
          <w:rFonts w:ascii="Univers Com 47 Light Cond" w:hAnsi="Univers Com 47 Light Cond"/>
          <w:sz w:val="22"/>
          <w:szCs w:val="22"/>
          <w:u w:val="single"/>
          <w:lang w:val="en-GB"/>
        </w:rPr>
      </w:pPr>
      <w:r w:rsidRPr="00386BD8">
        <w:rPr>
          <w:rFonts w:ascii="Univers Com 47 Light Cond" w:hAnsi="Univers Com 47 Light Cond"/>
          <w:sz w:val="22"/>
          <w:szCs w:val="22"/>
          <w:u w:val="single"/>
          <w:lang w:val="en-GB"/>
        </w:rPr>
        <w:t>Why a further development?</w:t>
      </w:r>
    </w:p>
    <w:p w14:paraId="51DD5D57" w14:textId="4DF71714" w:rsidR="00E67527" w:rsidRPr="00386BD8" w:rsidRDefault="00734DD7" w:rsidP="00734DD7">
      <w:pPr>
        <w:rPr>
          <w:rFonts w:ascii="Univers Com 47 Light Cond" w:hAnsi="Univers Com 47 Light Cond"/>
          <w:sz w:val="22"/>
          <w:szCs w:val="22"/>
          <w:lang w:val="en-GB"/>
        </w:rPr>
      </w:pPr>
      <w:proofErr w:type="spellStart"/>
      <w:r w:rsidRPr="00386BD8">
        <w:rPr>
          <w:rFonts w:ascii="Univers Com 47 Light Cond" w:hAnsi="Univers Com 47 Light Cond"/>
          <w:sz w:val="22"/>
          <w:szCs w:val="22"/>
          <w:lang w:val="en-GB"/>
        </w:rPr>
        <w:t>DallFlex</w:t>
      </w:r>
      <w:proofErr w:type="spellEnd"/>
      <w:r w:rsidRPr="00386BD8">
        <w:rPr>
          <w:rFonts w:ascii="Univers Com 47 Light Cond" w:hAnsi="Univers Com 47 Light Cond"/>
          <w:sz w:val="22"/>
          <w:szCs w:val="22"/>
          <w:lang w:val="en-GB"/>
        </w:rPr>
        <w:t xml:space="preserve"> is an established system for level-access showers </w:t>
      </w:r>
      <w:r w:rsidR="00E67527" w:rsidRPr="00386BD8">
        <w:rPr>
          <w:rFonts w:ascii="Univers Com 47 Light Cond" w:hAnsi="Univers Com 47 Light Cond"/>
          <w:sz w:val="22"/>
          <w:szCs w:val="22"/>
          <w:lang w:val="en-GB"/>
        </w:rPr>
        <w:t xml:space="preserve">that impresses </w:t>
      </w:r>
      <w:r w:rsidRPr="00386BD8">
        <w:rPr>
          <w:rFonts w:ascii="Univers Com 47 Light Cond" w:hAnsi="Univers Com 47 Light Cond"/>
          <w:sz w:val="22"/>
          <w:szCs w:val="22"/>
          <w:lang w:val="en-GB"/>
        </w:rPr>
        <w:t xml:space="preserve">with its flexibility and ease of installation. </w:t>
      </w:r>
      <w:r w:rsidR="00E67527" w:rsidRPr="00386BD8">
        <w:rPr>
          <w:rFonts w:ascii="Univers Com 47 Light Cond" w:hAnsi="Univers Com 47 Light Cond"/>
          <w:sz w:val="22"/>
          <w:szCs w:val="22"/>
          <w:lang w:val="en-GB"/>
        </w:rPr>
        <w:t xml:space="preserve">However, the requirements of the industry are constantly evolving - and </w:t>
      </w:r>
      <w:proofErr w:type="spellStart"/>
      <w:r w:rsidR="00E67527" w:rsidRPr="00386BD8">
        <w:rPr>
          <w:rFonts w:ascii="Univers Com 47 Light Cond" w:hAnsi="Univers Com 47 Light Cond"/>
          <w:sz w:val="22"/>
          <w:szCs w:val="22"/>
          <w:lang w:val="en-GB"/>
        </w:rPr>
        <w:t>Dallmer</w:t>
      </w:r>
      <w:proofErr w:type="spellEnd"/>
      <w:r w:rsidR="00E67527" w:rsidRPr="00386BD8">
        <w:rPr>
          <w:rFonts w:ascii="Univers Com 47 Light Cond" w:hAnsi="Univers Com 47 Light Cond"/>
          <w:sz w:val="22"/>
          <w:szCs w:val="22"/>
          <w:lang w:val="en-GB"/>
        </w:rPr>
        <w:t xml:space="preserve"> is developing with them. In intensive discussions with </w:t>
      </w:r>
      <w:r w:rsidR="003A25CC" w:rsidRPr="00386BD8">
        <w:rPr>
          <w:rFonts w:ascii="Univers Com 47 Light Cond" w:hAnsi="Univers Com 47 Light Cond"/>
          <w:sz w:val="22"/>
          <w:szCs w:val="22"/>
          <w:lang w:val="en-GB"/>
        </w:rPr>
        <w:t xml:space="preserve">fabricators, the family-owned company has </w:t>
      </w:r>
      <w:r w:rsidR="00E67527" w:rsidRPr="00386BD8">
        <w:rPr>
          <w:rFonts w:ascii="Univers Com 47 Light Cond" w:hAnsi="Univers Com 47 Light Cond"/>
          <w:sz w:val="22"/>
          <w:szCs w:val="22"/>
          <w:lang w:val="en-GB"/>
        </w:rPr>
        <w:t>identified potential for optimization in order to make handling even easier and more efficient. True to the motto: Together we make drainage simple.</w:t>
      </w:r>
    </w:p>
    <w:p w14:paraId="63A2B817" w14:textId="77777777" w:rsidR="00E67527" w:rsidRPr="00386BD8" w:rsidRDefault="00E67527" w:rsidP="00734DD7">
      <w:pPr>
        <w:rPr>
          <w:rFonts w:ascii="Univers Com 47 Light Cond" w:hAnsi="Univers Com 47 Light Cond"/>
          <w:sz w:val="22"/>
          <w:szCs w:val="22"/>
          <w:lang w:val="en-GB"/>
        </w:rPr>
      </w:pPr>
    </w:p>
    <w:p w14:paraId="57528BBF" w14:textId="77777777" w:rsidR="008442CB" w:rsidRPr="00386BD8" w:rsidRDefault="008442CB" w:rsidP="008442CB">
      <w:pPr>
        <w:rPr>
          <w:rFonts w:ascii="Univers Com 47 Light Cond" w:hAnsi="Univers Com 47 Light Cond"/>
          <w:sz w:val="22"/>
          <w:szCs w:val="22"/>
          <w:u w:val="single"/>
          <w:lang w:val="en-GB"/>
        </w:rPr>
      </w:pPr>
      <w:r w:rsidRPr="00386BD8">
        <w:rPr>
          <w:rFonts w:ascii="Univers Com 47 Light Cond" w:hAnsi="Univers Com 47 Light Cond"/>
          <w:sz w:val="22"/>
          <w:szCs w:val="22"/>
          <w:u w:val="single"/>
          <w:lang w:val="en-GB"/>
        </w:rPr>
        <w:t>Future-proof solution for thinner coverings</w:t>
      </w:r>
    </w:p>
    <w:p w14:paraId="67AD25CB" w14:textId="010210CF" w:rsidR="001C6146" w:rsidRPr="00386BD8" w:rsidRDefault="008442CB" w:rsidP="008442CB">
      <w:pPr>
        <w:rPr>
          <w:rFonts w:ascii="Univers Com 47 Light Cond" w:hAnsi="Univers Com 47 Light Cond"/>
          <w:sz w:val="22"/>
          <w:szCs w:val="22"/>
          <w:lang w:val="en-GB"/>
        </w:rPr>
      </w:pPr>
      <w:r w:rsidRPr="00386BD8">
        <w:rPr>
          <w:rFonts w:ascii="Univers Com 47 Light Cond" w:hAnsi="Univers Com 47 Light Cond"/>
          <w:sz w:val="22"/>
          <w:szCs w:val="22"/>
          <w:lang w:val="en-GB"/>
        </w:rPr>
        <w:t>The construction industry is increasingly focusing on thinner coverings from 6 mm</w:t>
      </w:r>
      <w:r w:rsidR="00E50AA7" w:rsidRPr="00386BD8">
        <w:rPr>
          <w:rFonts w:ascii="Univers Com 47 Light Cond" w:hAnsi="Univers Com 47 Light Cond"/>
          <w:sz w:val="22"/>
          <w:szCs w:val="22"/>
          <w:lang w:val="en-GB"/>
        </w:rPr>
        <w:t xml:space="preserve">. </w:t>
      </w:r>
      <w:r w:rsidRPr="00386BD8">
        <w:rPr>
          <w:rFonts w:ascii="Univers Com 47 Light Cond" w:hAnsi="Univers Com 47 Light Cond"/>
          <w:sz w:val="22"/>
          <w:szCs w:val="22"/>
          <w:lang w:val="en-GB"/>
        </w:rPr>
        <w:t xml:space="preserve">Whether thin-layered trowel floors, ceramic tiles or natural stone: the </w:t>
      </w:r>
      <w:proofErr w:type="spellStart"/>
      <w:r w:rsidRPr="00386BD8">
        <w:rPr>
          <w:rFonts w:ascii="Univers Com 47 Light Cond" w:hAnsi="Univers Com 47 Light Cond"/>
          <w:sz w:val="22"/>
          <w:szCs w:val="22"/>
          <w:lang w:val="en-GB"/>
        </w:rPr>
        <w:t>DallFlex</w:t>
      </w:r>
      <w:proofErr w:type="spellEnd"/>
      <w:r w:rsidRPr="00386BD8">
        <w:rPr>
          <w:rFonts w:ascii="Univers Com 47 Light Cond" w:hAnsi="Univers Com 47 Light Cond"/>
          <w:sz w:val="22"/>
          <w:szCs w:val="22"/>
          <w:lang w:val="en-GB"/>
        </w:rPr>
        <w:t xml:space="preserve"> 2.0 drainage system offers maximum design freedom for floor-level showers and enables the installation of very thin materials </w:t>
      </w:r>
      <w:r w:rsidR="00C7220F" w:rsidRPr="00386BD8">
        <w:rPr>
          <w:rFonts w:ascii="Univers Com 47 Light Cond" w:hAnsi="Univers Com 47 Light Cond"/>
          <w:sz w:val="22"/>
          <w:szCs w:val="22"/>
          <w:lang w:val="en-GB"/>
        </w:rPr>
        <w:t>from 6 mm</w:t>
      </w:r>
      <w:r w:rsidRPr="00386BD8">
        <w:rPr>
          <w:rFonts w:ascii="Univers Com 47 Light Cond" w:hAnsi="Univers Com 47 Light Cond"/>
          <w:sz w:val="22"/>
          <w:szCs w:val="22"/>
          <w:lang w:val="en-GB"/>
        </w:rPr>
        <w:t xml:space="preserve">. </w:t>
      </w:r>
      <w:r w:rsidR="003F13D1" w:rsidRPr="00386BD8">
        <w:rPr>
          <w:rFonts w:ascii="Univers Com 47 Light Cond" w:hAnsi="Univers Com 47 Light Cond"/>
          <w:sz w:val="22"/>
          <w:szCs w:val="22"/>
          <w:lang w:val="en-GB"/>
        </w:rPr>
        <w:t xml:space="preserve">And what's special: </w:t>
      </w:r>
      <w:r w:rsidR="002E4229" w:rsidRPr="00386BD8">
        <w:rPr>
          <w:rFonts w:ascii="Univers Com 47 Light Cond" w:hAnsi="Univers Com 47 Light Cond"/>
          <w:sz w:val="22"/>
          <w:szCs w:val="22"/>
          <w:lang w:val="en-GB"/>
        </w:rPr>
        <w:t xml:space="preserve">This applies to </w:t>
      </w:r>
      <w:r w:rsidR="003F13D1" w:rsidRPr="00386BD8">
        <w:rPr>
          <w:rFonts w:ascii="Univers Com 47 Light Cond" w:hAnsi="Univers Com 47 Light Cond"/>
          <w:sz w:val="22"/>
          <w:szCs w:val="22"/>
          <w:lang w:val="en-GB"/>
        </w:rPr>
        <w:t xml:space="preserve">the entire </w:t>
      </w:r>
      <w:proofErr w:type="spellStart"/>
      <w:r w:rsidR="003F13D1" w:rsidRPr="00386BD8">
        <w:rPr>
          <w:rFonts w:ascii="Univers Com 47 Light Cond" w:hAnsi="Univers Com 47 Light Cond"/>
          <w:sz w:val="22"/>
          <w:szCs w:val="22"/>
          <w:lang w:val="en-GB"/>
        </w:rPr>
        <w:t>DallFlex</w:t>
      </w:r>
      <w:proofErr w:type="spellEnd"/>
      <w:r w:rsidR="003F13D1" w:rsidRPr="00386BD8">
        <w:rPr>
          <w:rFonts w:ascii="Univers Com 47 Light Cond" w:hAnsi="Univers Com 47 Light Cond"/>
          <w:sz w:val="22"/>
          <w:szCs w:val="22"/>
          <w:lang w:val="en-GB"/>
        </w:rPr>
        <w:t xml:space="preserve"> </w:t>
      </w:r>
      <w:r w:rsidR="002E4229" w:rsidRPr="00386BD8">
        <w:rPr>
          <w:rFonts w:ascii="Univers Com 47 Light Cond" w:hAnsi="Univers Com 47 Light Cond"/>
          <w:sz w:val="22"/>
          <w:szCs w:val="22"/>
          <w:lang w:val="en-GB"/>
        </w:rPr>
        <w:t xml:space="preserve">portfolio </w:t>
      </w:r>
      <w:r w:rsidR="003F13D1" w:rsidRPr="00386BD8">
        <w:rPr>
          <w:rFonts w:ascii="Univers Com 47 Light Cond" w:hAnsi="Univers Com 47 Light Cond"/>
          <w:sz w:val="22"/>
          <w:szCs w:val="22"/>
          <w:lang w:val="en-GB"/>
        </w:rPr>
        <w:t>with more than 10 shower channels</w:t>
      </w:r>
      <w:r w:rsidR="002E4229" w:rsidRPr="00386BD8">
        <w:rPr>
          <w:rFonts w:ascii="Univers Com 47 Light Cond" w:hAnsi="Univers Com 47 Light Cond"/>
          <w:sz w:val="22"/>
          <w:szCs w:val="22"/>
          <w:lang w:val="en-GB"/>
        </w:rPr>
        <w:t xml:space="preserve">. </w:t>
      </w:r>
      <w:r w:rsidRPr="00386BD8">
        <w:rPr>
          <w:rFonts w:ascii="Univers Com 47 Light Cond" w:hAnsi="Univers Com 47 Light Cond"/>
          <w:sz w:val="22"/>
          <w:szCs w:val="22"/>
          <w:lang w:val="en-GB"/>
        </w:rPr>
        <w:t>Architects, planners and installers benefit equally from the new flexibility and installation reliability.</w:t>
      </w:r>
    </w:p>
    <w:p w14:paraId="0A35BB58" w14:textId="77777777" w:rsidR="008442CB" w:rsidRPr="00386BD8" w:rsidRDefault="008442CB" w:rsidP="00734DD7">
      <w:pPr>
        <w:rPr>
          <w:rFonts w:ascii="Univers Com 47 Light Cond" w:hAnsi="Univers Com 47 Light Cond"/>
          <w:sz w:val="22"/>
          <w:szCs w:val="22"/>
          <w:lang w:val="en-GB"/>
        </w:rPr>
      </w:pPr>
    </w:p>
    <w:p w14:paraId="2B838924" w14:textId="77777777" w:rsidR="00C7220F" w:rsidRPr="00386BD8" w:rsidRDefault="00C7220F" w:rsidP="00C7220F">
      <w:pPr>
        <w:autoSpaceDE w:val="0"/>
        <w:autoSpaceDN w:val="0"/>
        <w:adjustRightInd w:val="0"/>
        <w:rPr>
          <w:rFonts w:ascii="Univers Com 47 Light Cond" w:hAnsi="Univers Com 47 Light Cond"/>
          <w:sz w:val="22"/>
          <w:szCs w:val="22"/>
          <w:u w:val="single"/>
          <w:lang w:val="en-GB"/>
        </w:rPr>
      </w:pPr>
      <w:r w:rsidRPr="00386BD8">
        <w:rPr>
          <w:rFonts w:ascii="Univers Com 47 Light Cond" w:hAnsi="Univers Com 47 Light Cond"/>
          <w:sz w:val="22"/>
          <w:szCs w:val="22"/>
          <w:u w:val="single"/>
          <w:lang w:val="en-GB"/>
        </w:rPr>
        <w:t>Sophisticated features for even more comfort</w:t>
      </w:r>
    </w:p>
    <w:p w14:paraId="7030EEB6" w14:textId="784F4E7F" w:rsidR="00C7220F" w:rsidRPr="00386BD8" w:rsidRDefault="00C7220F" w:rsidP="00C7220F">
      <w:pPr>
        <w:autoSpaceDE w:val="0"/>
        <w:autoSpaceDN w:val="0"/>
        <w:adjustRightInd w:val="0"/>
        <w:rPr>
          <w:rFonts w:ascii="Univers Com 47 Light Cond" w:hAnsi="Univers Com 47 Light Cond"/>
          <w:sz w:val="22"/>
          <w:szCs w:val="22"/>
          <w:lang w:val="en-GB"/>
        </w:rPr>
      </w:pPr>
      <w:r w:rsidRPr="00386BD8">
        <w:rPr>
          <w:rFonts w:ascii="Univers Com 47 Light Cond" w:hAnsi="Univers Com 47 Light Cond"/>
          <w:sz w:val="22"/>
          <w:szCs w:val="22"/>
          <w:lang w:val="en-GB"/>
        </w:rPr>
        <w:t>The enhanced generation includes the following new features, among others:</w:t>
      </w:r>
    </w:p>
    <w:p w14:paraId="56BAE6EA" w14:textId="58FF4DCA" w:rsidR="00C7220F" w:rsidRPr="00386BD8" w:rsidRDefault="00C7220F" w:rsidP="00C7220F">
      <w:pPr>
        <w:pStyle w:val="Listenabsatz"/>
        <w:numPr>
          <w:ilvl w:val="0"/>
          <w:numId w:val="4"/>
        </w:numPr>
        <w:autoSpaceDE w:val="0"/>
        <w:autoSpaceDN w:val="0"/>
        <w:adjustRightInd w:val="0"/>
        <w:rPr>
          <w:rFonts w:ascii="Univers Com 47 Light Cond" w:hAnsi="Univers Com 47 Light Cond"/>
          <w:sz w:val="22"/>
          <w:szCs w:val="22"/>
          <w:lang w:val="en-GB"/>
        </w:rPr>
      </w:pPr>
      <w:r w:rsidRPr="00386BD8">
        <w:rPr>
          <w:rFonts w:ascii="Univers Com 47 Light Cond" w:hAnsi="Univers Com 47 Light Cond"/>
          <w:sz w:val="22"/>
          <w:szCs w:val="22"/>
          <w:lang w:val="en-GB"/>
        </w:rPr>
        <w:t xml:space="preserve">Efficient installation thanks to factory pre-assembled mounting unit </w:t>
      </w:r>
      <w:r w:rsidR="003F13D1" w:rsidRPr="00386BD8">
        <w:rPr>
          <w:rFonts w:ascii="Univers Com 47 Light Cond" w:hAnsi="Univers Com 47 Light Cond"/>
          <w:sz w:val="22"/>
          <w:szCs w:val="22"/>
          <w:lang w:val="en-GB"/>
        </w:rPr>
        <w:t>with integrated positioning aid:</w:t>
      </w:r>
    </w:p>
    <w:p w14:paraId="59EBB765" w14:textId="210D279B" w:rsidR="00BB2981" w:rsidRPr="00386BD8" w:rsidRDefault="00C7220F" w:rsidP="00BB2981">
      <w:pPr>
        <w:pStyle w:val="Listenabsatz"/>
        <w:autoSpaceDE w:val="0"/>
        <w:autoSpaceDN w:val="0"/>
        <w:adjustRightInd w:val="0"/>
        <w:ind w:left="360"/>
        <w:rPr>
          <w:rFonts w:ascii="Univers Com 47 Light Cond" w:hAnsi="Univers Com 47 Light Cond"/>
          <w:sz w:val="22"/>
          <w:szCs w:val="22"/>
          <w:lang w:val="en-GB"/>
        </w:rPr>
      </w:pPr>
      <w:r w:rsidRPr="00386BD8">
        <w:rPr>
          <w:rFonts w:ascii="Univers Com 47 Light Cond" w:hAnsi="Univers Com 47 Light Cond"/>
          <w:sz w:val="22"/>
          <w:szCs w:val="22"/>
          <w:lang w:val="en-GB"/>
        </w:rPr>
        <w:t xml:space="preserve">The integrated positioning aid ensures precise alignment with wall and floor coverings. In addition, the 180-degree rotatable frame </w:t>
      </w:r>
      <w:r w:rsidR="007F4761" w:rsidRPr="00386BD8">
        <w:rPr>
          <w:rFonts w:ascii="Univers Com 47 Light Cond" w:hAnsi="Univers Com 47 Light Cond"/>
          <w:sz w:val="22"/>
          <w:szCs w:val="22"/>
          <w:lang w:val="en-GB"/>
        </w:rPr>
        <w:t xml:space="preserve">offers </w:t>
      </w:r>
      <w:r w:rsidRPr="00386BD8">
        <w:rPr>
          <w:rFonts w:ascii="Univers Com 47 Light Cond" w:hAnsi="Univers Com 47 Light Cond"/>
          <w:sz w:val="22"/>
          <w:szCs w:val="22"/>
          <w:lang w:val="en-GB"/>
        </w:rPr>
        <w:t xml:space="preserve">maximum design freedom </w:t>
      </w:r>
      <w:r w:rsidR="003F13D1" w:rsidRPr="00386BD8">
        <w:rPr>
          <w:rFonts w:ascii="Univers Com 47 Light Cond" w:hAnsi="Univers Com 47 Light Cond"/>
          <w:sz w:val="22"/>
          <w:szCs w:val="22"/>
          <w:lang w:val="en-GB"/>
        </w:rPr>
        <w:t xml:space="preserve">thanks </w:t>
      </w:r>
      <w:r w:rsidR="00EB5BEA" w:rsidRPr="00386BD8">
        <w:rPr>
          <w:rFonts w:ascii="Univers Com 47 Light Cond" w:hAnsi="Univers Com 47 Light Cond"/>
          <w:sz w:val="22"/>
          <w:szCs w:val="22"/>
          <w:lang w:val="en-GB"/>
        </w:rPr>
        <w:t xml:space="preserve">to the variable choice of </w:t>
      </w:r>
      <w:r w:rsidR="003F13D1" w:rsidRPr="00386BD8">
        <w:rPr>
          <w:rFonts w:ascii="Univers Com 47 Light Cond" w:hAnsi="Univers Com 47 Light Cond"/>
          <w:sz w:val="22"/>
          <w:szCs w:val="22"/>
          <w:lang w:val="en-GB"/>
        </w:rPr>
        <w:t>covering thicknesses</w:t>
      </w:r>
      <w:r w:rsidRPr="00386BD8">
        <w:rPr>
          <w:rFonts w:ascii="Univers Com 47 Light Cond" w:hAnsi="Univers Com 47 Light Cond"/>
          <w:sz w:val="22"/>
          <w:szCs w:val="22"/>
          <w:lang w:val="en-GB"/>
        </w:rPr>
        <w:t>.</w:t>
      </w:r>
    </w:p>
    <w:p w14:paraId="6B891DAD" w14:textId="733504A6" w:rsidR="00C7220F" w:rsidRPr="00386BD8" w:rsidRDefault="00C7220F" w:rsidP="001736F0">
      <w:pPr>
        <w:pStyle w:val="Listenabsatz"/>
        <w:numPr>
          <w:ilvl w:val="0"/>
          <w:numId w:val="4"/>
        </w:numPr>
        <w:autoSpaceDE w:val="0"/>
        <w:autoSpaceDN w:val="0"/>
        <w:adjustRightInd w:val="0"/>
        <w:rPr>
          <w:rFonts w:ascii="Univers Com 47 Light Cond" w:hAnsi="Univers Com 47 Light Cond"/>
          <w:sz w:val="22"/>
          <w:szCs w:val="22"/>
          <w:lang w:val="en-GB"/>
        </w:rPr>
      </w:pPr>
      <w:r w:rsidRPr="00386BD8">
        <w:rPr>
          <w:rFonts w:ascii="Univers Com 47 Light Cond" w:hAnsi="Univers Com 47 Light Cond"/>
          <w:sz w:val="22"/>
          <w:szCs w:val="22"/>
          <w:lang w:val="en-GB"/>
        </w:rPr>
        <w:t>Quick-release system for easy height adjustment:</w:t>
      </w:r>
    </w:p>
    <w:p w14:paraId="5D0B065A" w14:textId="3A3267B8" w:rsidR="00BB2981" w:rsidRPr="00C7220F" w:rsidRDefault="00A56792" w:rsidP="00A56792">
      <w:pPr>
        <w:autoSpaceDE w:val="0"/>
        <w:autoSpaceDN w:val="0"/>
        <w:adjustRightInd w:val="0"/>
        <w:ind w:left="360"/>
        <w:rPr>
          <w:rFonts w:ascii="Univers Com 47 Light Cond" w:hAnsi="Univers Com 47 Light Cond"/>
          <w:sz w:val="22"/>
          <w:szCs w:val="22"/>
        </w:rPr>
      </w:pPr>
      <w:r w:rsidRPr="00386BD8">
        <w:rPr>
          <w:rFonts w:ascii="Univers Com 47 Light Cond" w:hAnsi="Univers Com 47 Light Cond"/>
          <w:sz w:val="22"/>
          <w:szCs w:val="22"/>
          <w:lang w:val="en-GB"/>
        </w:rPr>
        <w:t xml:space="preserve">The quick-release system enables effortless </w:t>
      </w:r>
      <w:proofErr w:type="spellStart"/>
      <w:r w:rsidRPr="00386BD8">
        <w:rPr>
          <w:rFonts w:ascii="Univers Com 47 Light Cond" w:hAnsi="Univers Com 47 Light Cond"/>
          <w:sz w:val="22"/>
          <w:szCs w:val="22"/>
          <w:lang w:val="en-GB"/>
        </w:rPr>
        <w:t>presetting</w:t>
      </w:r>
      <w:proofErr w:type="spellEnd"/>
      <w:r w:rsidRPr="00386BD8">
        <w:rPr>
          <w:rFonts w:ascii="Univers Com 47 Light Cond" w:hAnsi="Univers Com 47 Light Cond"/>
          <w:sz w:val="22"/>
          <w:szCs w:val="22"/>
          <w:lang w:val="en-GB"/>
        </w:rPr>
        <w:t xml:space="preserve"> and precise height adjustment of the fixable threaded rod</w:t>
      </w:r>
      <w:r w:rsidR="003335E7" w:rsidRPr="00386BD8">
        <w:rPr>
          <w:rFonts w:ascii="Univers Com 47 Light Cond" w:hAnsi="Univers Com 47 Light Cond"/>
          <w:sz w:val="22"/>
          <w:szCs w:val="22"/>
          <w:lang w:val="en-GB"/>
        </w:rPr>
        <w:t xml:space="preserve">. </w:t>
      </w:r>
      <w:r w:rsidR="003335E7">
        <w:rPr>
          <w:rFonts w:ascii="Univers Com 47 Light Cond" w:hAnsi="Univers Com 47 Light Cond"/>
          <w:sz w:val="22"/>
          <w:szCs w:val="22"/>
        </w:rPr>
        <w:t xml:space="preserve">The </w:t>
      </w:r>
      <w:r w:rsidRPr="00A56792">
        <w:rPr>
          <w:rFonts w:ascii="Univers Com 47 Light Cond" w:hAnsi="Univers Com 47 Light Cond"/>
          <w:sz w:val="22"/>
          <w:szCs w:val="22"/>
        </w:rPr>
        <w:t>sound-</w:t>
      </w:r>
      <w:proofErr w:type="spellStart"/>
      <w:r w:rsidRPr="00A56792">
        <w:rPr>
          <w:rFonts w:ascii="Univers Com 47 Light Cond" w:hAnsi="Univers Com 47 Light Cond"/>
          <w:sz w:val="22"/>
          <w:szCs w:val="22"/>
        </w:rPr>
        <w:t>decoupled</w:t>
      </w:r>
      <w:proofErr w:type="spellEnd"/>
      <w:r w:rsidRPr="00A56792">
        <w:rPr>
          <w:rFonts w:ascii="Univers Com 47 Light Cond" w:hAnsi="Univers Com 47 Light Cond"/>
          <w:sz w:val="22"/>
          <w:szCs w:val="22"/>
        </w:rPr>
        <w:t xml:space="preserve"> </w:t>
      </w:r>
      <w:proofErr w:type="spellStart"/>
      <w:r w:rsidRPr="00A56792">
        <w:rPr>
          <w:rFonts w:ascii="Univers Com 47 Light Cond" w:hAnsi="Univers Com 47 Light Cond"/>
          <w:sz w:val="22"/>
          <w:szCs w:val="22"/>
        </w:rPr>
        <w:t>mounting</w:t>
      </w:r>
      <w:proofErr w:type="spellEnd"/>
      <w:r w:rsidRPr="00A56792">
        <w:rPr>
          <w:rFonts w:ascii="Univers Com 47 Light Cond" w:hAnsi="Univers Com 47 Light Cond"/>
          <w:sz w:val="22"/>
          <w:szCs w:val="22"/>
        </w:rPr>
        <w:t xml:space="preserve"> </w:t>
      </w:r>
      <w:proofErr w:type="spellStart"/>
      <w:r w:rsidRPr="00A56792">
        <w:rPr>
          <w:rFonts w:ascii="Univers Com 47 Light Cond" w:hAnsi="Univers Com 47 Light Cond"/>
          <w:sz w:val="22"/>
          <w:szCs w:val="22"/>
        </w:rPr>
        <w:t>feet</w:t>
      </w:r>
      <w:proofErr w:type="spellEnd"/>
      <w:r w:rsidRPr="00A56792">
        <w:rPr>
          <w:rFonts w:ascii="Univers Com 47 Light Cond" w:hAnsi="Univers Com 47 Light Cond"/>
          <w:sz w:val="22"/>
          <w:szCs w:val="22"/>
        </w:rPr>
        <w:t xml:space="preserve"> </w:t>
      </w:r>
      <w:proofErr w:type="spellStart"/>
      <w:r w:rsidR="003335E7">
        <w:rPr>
          <w:rFonts w:ascii="Univers Com 47 Light Cond" w:hAnsi="Univers Com 47 Light Cond"/>
          <w:sz w:val="22"/>
          <w:szCs w:val="22"/>
        </w:rPr>
        <w:t>can</w:t>
      </w:r>
      <w:proofErr w:type="spellEnd"/>
      <w:r w:rsidR="003335E7">
        <w:rPr>
          <w:rFonts w:ascii="Univers Com 47 Light Cond" w:hAnsi="Univers Com 47 Light Cond"/>
          <w:sz w:val="22"/>
          <w:szCs w:val="22"/>
        </w:rPr>
        <w:t xml:space="preserve"> </w:t>
      </w:r>
      <w:proofErr w:type="spellStart"/>
      <w:r w:rsidR="003335E7">
        <w:rPr>
          <w:rFonts w:ascii="Univers Com 47 Light Cond" w:hAnsi="Univers Com 47 Light Cond"/>
          <w:sz w:val="22"/>
          <w:szCs w:val="22"/>
        </w:rPr>
        <w:t>be</w:t>
      </w:r>
      <w:proofErr w:type="spellEnd"/>
      <w:r w:rsidR="003335E7">
        <w:rPr>
          <w:rFonts w:ascii="Univers Com 47 Light Cond" w:hAnsi="Univers Com 47 Light Cond"/>
          <w:sz w:val="22"/>
          <w:szCs w:val="22"/>
        </w:rPr>
        <w:t xml:space="preserve"> </w:t>
      </w:r>
      <w:proofErr w:type="spellStart"/>
      <w:r w:rsidR="003335E7">
        <w:rPr>
          <w:rFonts w:ascii="Univers Com 47 Light Cond" w:hAnsi="Univers Com 47 Light Cond"/>
          <w:sz w:val="22"/>
          <w:szCs w:val="22"/>
        </w:rPr>
        <w:t>conveniently</w:t>
      </w:r>
      <w:proofErr w:type="spellEnd"/>
      <w:r w:rsidR="003335E7">
        <w:rPr>
          <w:rFonts w:ascii="Univers Com 47 Light Cond" w:hAnsi="Univers Com 47 Light Cond"/>
          <w:sz w:val="22"/>
          <w:szCs w:val="22"/>
        </w:rPr>
        <w:t xml:space="preserve"> </w:t>
      </w:r>
      <w:proofErr w:type="spellStart"/>
      <w:r w:rsidR="003335E7">
        <w:rPr>
          <w:rFonts w:ascii="Univers Com 47 Light Cond" w:hAnsi="Univers Com 47 Light Cond"/>
          <w:sz w:val="22"/>
          <w:szCs w:val="22"/>
        </w:rPr>
        <w:t>adjusted</w:t>
      </w:r>
      <w:proofErr w:type="spellEnd"/>
      <w:r w:rsidR="003335E7">
        <w:rPr>
          <w:rFonts w:ascii="Univers Com 47 Light Cond" w:hAnsi="Univers Com 47 Light Cond"/>
          <w:sz w:val="22"/>
          <w:szCs w:val="22"/>
        </w:rPr>
        <w:t>.</w:t>
      </w:r>
    </w:p>
    <w:p w14:paraId="08978352" w14:textId="540054E1" w:rsidR="00C7220F" w:rsidRPr="001736F0" w:rsidRDefault="00C7220F" w:rsidP="001736F0">
      <w:pPr>
        <w:pStyle w:val="Listenabsatz"/>
        <w:numPr>
          <w:ilvl w:val="0"/>
          <w:numId w:val="4"/>
        </w:numPr>
        <w:autoSpaceDE w:val="0"/>
        <w:autoSpaceDN w:val="0"/>
        <w:adjustRightInd w:val="0"/>
        <w:rPr>
          <w:rFonts w:ascii="Univers Com 47 Light Cond" w:hAnsi="Univers Com 47 Light Cond"/>
          <w:sz w:val="22"/>
          <w:szCs w:val="22"/>
        </w:rPr>
      </w:pPr>
      <w:r w:rsidRPr="001736F0">
        <w:rPr>
          <w:rFonts w:ascii="Univers Com 47 Light Cond" w:hAnsi="Univers Com 47 Light Cond"/>
          <w:sz w:val="22"/>
          <w:szCs w:val="22"/>
        </w:rPr>
        <w:t xml:space="preserve">Innovative </w:t>
      </w:r>
      <w:proofErr w:type="spellStart"/>
      <w:r w:rsidRPr="001736F0">
        <w:rPr>
          <w:rFonts w:ascii="Univers Com 47 Light Cond" w:hAnsi="Univers Com 47 Light Cond"/>
          <w:sz w:val="22"/>
          <w:szCs w:val="22"/>
        </w:rPr>
        <w:t>mechanical</w:t>
      </w:r>
      <w:proofErr w:type="spellEnd"/>
      <w:r w:rsidRPr="001736F0">
        <w:rPr>
          <w:rFonts w:ascii="Univers Com 47 Light Cond" w:hAnsi="Univers Com 47 Light Cond"/>
          <w:sz w:val="22"/>
          <w:szCs w:val="22"/>
        </w:rPr>
        <w:t xml:space="preserve"> </w:t>
      </w:r>
      <w:proofErr w:type="spellStart"/>
      <w:r w:rsidRPr="001736F0">
        <w:rPr>
          <w:rFonts w:ascii="Univers Com 47 Light Cond" w:hAnsi="Univers Com 47 Light Cond"/>
          <w:sz w:val="22"/>
          <w:szCs w:val="22"/>
        </w:rPr>
        <w:t>odor</w:t>
      </w:r>
      <w:proofErr w:type="spellEnd"/>
      <w:r w:rsidRPr="001736F0">
        <w:rPr>
          <w:rFonts w:ascii="Univers Com 47 Light Cond" w:hAnsi="Univers Com 47 Light Cond"/>
          <w:sz w:val="22"/>
          <w:szCs w:val="22"/>
        </w:rPr>
        <w:t xml:space="preserve"> </w:t>
      </w:r>
      <w:proofErr w:type="spellStart"/>
      <w:r w:rsidRPr="001736F0">
        <w:rPr>
          <w:rFonts w:ascii="Univers Com 47 Light Cond" w:hAnsi="Univers Com 47 Light Cond"/>
          <w:sz w:val="22"/>
          <w:szCs w:val="22"/>
        </w:rPr>
        <w:t>trap</w:t>
      </w:r>
      <w:proofErr w:type="spellEnd"/>
      <w:r w:rsidRPr="001736F0">
        <w:rPr>
          <w:rFonts w:ascii="Univers Com 47 Light Cond" w:hAnsi="Univers Com 47 Light Cond"/>
          <w:sz w:val="22"/>
          <w:szCs w:val="22"/>
        </w:rPr>
        <w:t>:</w:t>
      </w:r>
    </w:p>
    <w:p w14:paraId="559892D1" w14:textId="35F87A56" w:rsidR="002F23D9" w:rsidRPr="00386BD8" w:rsidRDefault="00C7220F" w:rsidP="001736F0">
      <w:pPr>
        <w:autoSpaceDE w:val="0"/>
        <w:autoSpaceDN w:val="0"/>
        <w:adjustRightInd w:val="0"/>
        <w:ind w:left="360"/>
        <w:rPr>
          <w:rFonts w:ascii="Univers Com 47 Light Cond" w:hAnsi="Univers Com 47 Light Cond"/>
          <w:sz w:val="22"/>
          <w:szCs w:val="22"/>
          <w:lang w:val="en-GB"/>
        </w:rPr>
      </w:pPr>
      <w:r w:rsidRPr="00386BD8">
        <w:rPr>
          <w:rFonts w:ascii="Univers Com 47 Light Cond" w:hAnsi="Univers Com 47 Light Cond"/>
          <w:sz w:val="22"/>
          <w:szCs w:val="22"/>
          <w:lang w:val="en-GB"/>
        </w:rPr>
        <w:lastRenderedPageBreak/>
        <w:t xml:space="preserve">Already familiar from the tried-and-tested </w:t>
      </w:r>
      <w:proofErr w:type="spellStart"/>
      <w:r w:rsidRPr="00386BD8">
        <w:rPr>
          <w:rFonts w:ascii="Univers Com 47 Light Cond" w:hAnsi="Univers Com 47 Light Cond"/>
          <w:sz w:val="22"/>
          <w:szCs w:val="22"/>
          <w:lang w:val="en-GB"/>
        </w:rPr>
        <w:t>DallDrain</w:t>
      </w:r>
      <w:proofErr w:type="spellEnd"/>
      <w:r w:rsidRPr="00386BD8">
        <w:rPr>
          <w:rFonts w:ascii="Univers Com 47 Light Cond" w:hAnsi="Univers Com 47 Light Cond"/>
          <w:sz w:val="22"/>
          <w:szCs w:val="22"/>
          <w:lang w:val="en-GB"/>
        </w:rPr>
        <w:t xml:space="preserve"> system: the mechanical </w:t>
      </w:r>
      <w:proofErr w:type="spellStart"/>
      <w:r w:rsidRPr="00386BD8">
        <w:rPr>
          <w:rFonts w:ascii="Univers Com 47 Light Cond" w:hAnsi="Univers Com 47 Light Cond"/>
          <w:sz w:val="22"/>
          <w:szCs w:val="22"/>
          <w:lang w:val="en-GB"/>
        </w:rPr>
        <w:t>odor</w:t>
      </w:r>
      <w:proofErr w:type="spellEnd"/>
      <w:r w:rsidRPr="00386BD8">
        <w:rPr>
          <w:rFonts w:ascii="Univers Com 47 Light Cond" w:hAnsi="Univers Com 47 Light Cond"/>
          <w:sz w:val="22"/>
          <w:szCs w:val="22"/>
          <w:lang w:val="en-GB"/>
        </w:rPr>
        <w:t xml:space="preserve"> trap with magnetic closing mechanism permanently prevents unpleasant drain gases - without the need for sealing water. </w:t>
      </w:r>
      <w:r w:rsidR="00F10C56" w:rsidRPr="00386BD8">
        <w:rPr>
          <w:rFonts w:ascii="Univers Com 47 Light Cond" w:hAnsi="Univers Com 47 Light Cond"/>
          <w:sz w:val="22"/>
          <w:szCs w:val="22"/>
          <w:lang w:val="en-GB"/>
        </w:rPr>
        <w:t xml:space="preserve">A clear advantage for both the mechanical and water-guided </w:t>
      </w:r>
      <w:proofErr w:type="spellStart"/>
      <w:r w:rsidR="00F10C56" w:rsidRPr="00386BD8">
        <w:rPr>
          <w:rFonts w:ascii="Univers Com 47 Light Cond" w:hAnsi="Univers Com 47 Light Cond"/>
          <w:sz w:val="22"/>
          <w:szCs w:val="22"/>
          <w:lang w:val="en-GB"/>
        </w:rPr>
        <w:t>odor</w:t>
      </w:r>
      <w:proofErr w:type="spellEnd"/>
      <w:r w:rsidR="00F10C56" w:rsidRPr="00386BD8">
        <w:rPr>
          <w:rFonts w:ascii="Univers Com 47 Light Cond" w:hAnsi="Univers Com 47 Light Cond"/>
          <w:sz w:val="22"/>
          <w:szCs w:val="22"/>
          <w:lang w:val="en-GB"/>
        </w:rPr>
        <w:t xml:space="preserve"> trap</w:t>
      </w:r>
      <w:r w:rsidR="003335E7" w:rsidRPr="00386BD8">
        <w:rPr>
          <w:rFonts w:ascii="Univers Com 47 Light Cond" w:hAnsi="Univers Com 47 Light Cond"/>
          <w:sz w:val="22"/>
          <w:szCs w:val="22"/>
          <w:lang w:val="en-GB"/>
        </w:rPr>
        <w:t>: cleaning and maintenance are quick and easy at any time.</w:t>
      </w:r>
    </w:p>
    <w:p w14:paraId="1E2AFE6D" w14:textId="256B412D" w:rsidR="00BB2981" w:rsidRPr="00386BD8" w:rsidRDefault="00BB2981" w:rsidP="0057140C">
      <w:pPr>
        <w:autoSpaceDE w:val="0"/>
        <w:autoSpaceDN w:val="0"/>
        <w:adjustRightInd w:val="0"/>
        <w:rPr>
          <w:rFonts w:ascii="Univers Com 47 Light Cond" w:hAnsi="Univers Com 47 Light Cond"/>
          <w:sz w:val="22"/>
          <w:szCs w:val="22"/>
          <w:lang w:val="en-GB"/>
        </w:rPr>
      </w:pPr>
    </w:p>
    <w:p w14:paraId="1EB020E2" w14:textId="554DF9CC" w:rsidR="00BE7734" w:rsidRPr="00386BD8" w:rsidRDefault="008B7E96" w:rsidP="0057140C">
      <w:pPr>
        <w:autoSpaceDE w:val="0"/>
        <w:autoSpaceDN w:val="0"/>
        <w:adjustRightInd w:val="0"/>
        <w:rPr>
          <w:rFonts w:ascii="Univers Com 47 Light Cond" w:hAnsi="Univers Com 47 Light Cond"/>
          <w:sz w:val="22"/>
          <w:szCs w:val="22"/>
          <w:lang w:val="en-GB"/>
        </w:rPr>
      </w:pPr>
      <w:r w:rsidRPr="00386BD8">
        <w:rPr>
          <w:rFonts w:ascii="Univers Com 47 Light Cond" w:hAnsi="Univers Com 47 Light Cond"/>
          <w:sz w:val="22"/>
          <w:szCs w:val="22"/>
          <w:lang w:val="en-GB"/>
        </w:rPr>
        <w:t>In</w:t>
      </w:r>
      <w:r w:rsidR="00BE7734" w:rsidRPr="00386BD8">
        <w:rPr>
          <w:rFonts w:ascii="Univers Com 47 Light Cond" w:hAnsi="Univers Com 47 Light Cond"/>
          <w:sz w:val="22"/>
          <w:szCs w:val="22"/>
          <w:lang w:val="en-GB"/>
        </w:rPr>
        <w:t xml:space="preserve"> addition, the clear interface between tiler and installer has been strengthened by reducing the number of individual parts.</w:t>
      </w:r>
    </w:p>
    <w:p w14:paraId="67B8A731" w14:textId="77777777" w:rsidR="00BE7734" w:rsidRPr="00386BD8" w:rsidRDefault="00BE7734" w:rsidP="0057140C">
      <w:pPr>
        <w:autoSpaceDE w:val="0"/>
        <w:autoSpaceDN w:val="0"/>
        <w:adjustRightInd w:val="0"/>
        <w:rPr>
          <w:rFonts w:ascii="Univers Com 47 Light Cond" w:hAnsi="Univers Com 47 Light Cond"/>
          <w:sz w:val="22"/>
          <w:szCs w:val="22"/>
          <w:lang w:val="en-GB"/>
        </w:rPr>
      </w:pPr>
    </w:p>
    <w:p w14:paraId="2472399B" w14:textId="77777777" w:rsidR="00BB2981" w:rsidRPr="00386BD8" w:rsidRDefault="00BB2981" w:rsidP="00BB2981">
      <w:pPr>
        <w:autoSpaceDE w:val="0"/>
        <w:autoSpaceDN w:val="0"/>
        <w:adjustRightInd w:val="0"/>
        <w:rPr>
          <w:rFonts w:ascii="Univers Com 47 Light Cond" w:hAnsi="Univers Com 47 Light Cond"/>
          <w:sz w:val="22"/>
          <w:szCs w:val="22"/>
          <w:u w:val="single"/>
          <w:lang w:val="en-GB"/>
        </w:rPr>
      </w:pPr>
      <w:r w:rsidRPr="00386BD8">
        <w:rPr>
          <w:rFonts w:ascii="Univers Com 47 Light Cond" w:hAnsi="Univers Com 47 Light Cond"/>
          <w:sz w:val="22"/>
          <w:szCs w:val="22"/>
          <w:u w:val="single"/>
          <w:lang w:val="en-GB"/>
        </w:rPr>
        <w:t>Proven advantages remain</w:t>
      </w:r>
    </w:p>
    <w:p w14:paraId="630E9D8F" w14:textId="2E0FE2BB" w:rsidR="00BB2981" w:rsidRPr="00386BD8" w:rsidRDefault="00BB0CDC" w:rsidP="00BB2981">
      <w:pPr>
        <w:autoSpaceDE w:val="0"/>
        <w:autoSpaceDN w:val="0"/>
        <w:adjustRightInd w:val="0"/>
        <w:rPr>
          <w:rFonts w:ascii="Univers Com 47 Light Cond" w:hAnsi="Univers Com 47 Light Cond"/>
          <w:sz w:val="22"/>
          <w:szCs w:val="22"/>
          <w:lang w:val="en-GB"/>
        </w:rPr>
      </w:pPr>
      <w:r w:rsidRPr="00386BD8">
        <w:rPr>
          <w:rFonts w:ascii="Univers Com 47 Light Cond" w:hAnsi="Univers Com 47 Light Cond"/>
          <w:sz w:val="22"/>
          <w:szCs w:val="22"/>
          <w:lang w:val="en-GB"/>
        </w:rPr>
        <w:t xml:space="preserve">In addition to the </w:t>
      </w:r>
      <w:r w:rsidR="00BB2981" w:rsidRPr="00386BD8">
        <w:rPr>
          <w:rFonts w:ascii="Univers Com 47 Light Cond" w:hAnsi="Univers Com 47 Light Cond"/>
          <w:sz w:val="22"/>
          <w:szCs w:val="22"/>
          <w:lang w:val="en-GB"/>
        </w:rPr>
        <w:t xml:space="preserve">new features, the familiar strengths of the </w:t>
      </w:r>
      <w:proofErr w:type="spellStart"/>
      <w:r w:rsidR="00BB2981" w:rsidRPr="00386BD8">
        <w:rPr>
          <w:rFonts w:ascii="Univers Com 47 Light Cond" w:hAnsi="Univers Com 47 Light Cond"/>
          <w:sz w:val="22"/>
          <w:szCs w:val="22"/>
          <w:lang w:val="en-GB"/>
        </w:rPr>
        <w:t>DallFlex</w:t>
      </w:r>
      <w:proofErr w:type="spellEnd"/>
      <w:r w:rsidR="00BB2981" w:rsidRPr="00386BD8">
        <w:rPr>
          <w:rFonts w:ascii="Univers Com 47 Light Cond" w:hAnsi="Univers Com 47 Light Cond"/>
          <w:sz w:val="22"/>
          <w:szCs w:val="22"/>
          <w:lang w:val="en-GB"/>
        </w:rPr>
        <w:t xml:space="preserve"> system remain: The flexible, crease-free and click-in sealing sleeve ensures a secure connection to composite seals in accordance with DIN 18534. The drain support with ball joint, which can be positioned on three sides without tools, ensures a stress-free connection to the waste water pipe.</w:t>
      </w:r>
    </w:p>
    <w:p w14:paraId="18B016AE" w14:textId="77777777" w:rsidR="003F13D1" w:rsidRPr="00386BD8" w:rsidRDefault="003F13D1" w:rsidP="00BB2981">
      <w:pPr>
        <w:autoSpaceDE w:val="0"/>
        <w:autoSpaceDN w:val="0"/>
        <w:adjustRightInd w:val="0"/>
        <w:rPr>
          <w:rFonts w:ascii="Univers Com 47 Light Cond" w:hAnsi="Univers Com 47 Light Cond"/>
          <w:sz w:val="22"/>
          <w:szCs w:val="22"/>
          <w:lang w:val="en-GB"/>
        </w:rPr>
      </w:pPr>
    </w:p>
    <w:p w14:paraId="5249078A" w14:textId="79F9AB7A" w:rsidR="005B2374" w:rsidRDefault="00BB2981" w:rsidP="00BB2981">
      <w:pPr>
        <w:autoSpaceDE w:val="0"/>
        <w:autoSpaceDN w:val="0"/>
        <w:adjustRightInd w:val="0"/>
        <w:rPr>
          <w:rFonts w:ascii="Univers Com 47 Light Cond" w:hAnsi="Univers Com 47 Light Cond"/>
          <w:sz w:val="22"/>
          <w:szCs w:val="22"/>
          <w:lang w:val="en-GB"/>
        </w:rPr>
      </w:pPr>
      <w:r w:rsidRPr="00386BD8">
        <w:rPr>
          <w:rFonts w:ascii="Univers Com 47 Light Cond" w:hAnsi="Univers Com 47 Light Cond"/>
          <w:sz w:val="22"/>
          <w:szCs w:val="22"/>
          <w:lang w:val="en-GB"/>
        </w:rPr>
        <w:t xml:space="preserve">With </w:t>
      </w:r>
      <w:proofErr w:type="spellStart"/>
      <w:r w:rsidRPr="00386BD8">
        <w:rPr>
          <w:rFonts w:ascii="Univers Com 47 Light Cond" w:hAnsi="Univers Com 47 Light Cond"/>
          <w:sz w:val="22"/>
          <w:szCs w:val="22"/>
          <w:lang w:val="en-GB"/>
        </w:rPr>
        <w:t>DallFlex</w:t>
      </w:r>
      <w:proofErr w:type="spellEnd"/>
      <w:r w:rsidRPr="00386BD8">
        <w:rPr>
          <w:rFonts w:ascii="Univers Com 47 Light Cond" w:hAnsi="Univers Com 47 Light Cond"/>
          <w:sz w:val="22"/>
          <w:szCs w:val="22"/>
          <w:lang w:val="en-GB"/>
        </w:rPr>
        <w:t xml:space="preserve"> 2.0, </w:t>
      </w:r>
      <w:proofErr w:type="spellStart"/>
      <w:r w:rsidRPr="00386BD8">
        <w:rPr>
          <w:rFonts w:ascii="Univers Com 47 Light Cond" w:hAnsi="Univers Com 47 Light Cond"/>
          <w:sz w:val="22"/>
          <w:szCs w:val="22"/>
          <w:lang w:val="en-GB"/>
        </w:rPr>
        <w:t>Dallmer</w:t>
      </w:r>
      <w:proofErr w:type="spellEnd"/>
      <w:r w:rsidRPr="00386BD8">
        <w:rPr>
          <w:rFonts w:ascii="Univers Com 47 Light Cond" w:hAnsi="Univers Com 47 Light Cond"/>
          <w:sz w:val="22"/>
          <w:szCs w:val="22"/>
          <w:lang w:val="en-GB"/>
        </w:rPr>
        <w:t xml:space="preserve"> offers an even more sophisticated, future-proof drainage solution that makes </w:t>
      </w:r>
      <w:proofErr w:type="spellStart"/>
      <w:r w:rsidRPr="00386BD8">
        <w:rPr>
          <w:rFonts w:ascii="Univers Com 47 Light Cond" w:hAnsi="Univers Com 47 Light Cond"/>
          <w:sz w:val="22"/>
          <w:szCs w:val="22"/>
          <w:lang w:val="en-GB"/>
        </w:rPr>
        <w:t>everyday</w:t>
      </w:r>
      <w:proofErr w:type="spellEnd"/>
      <w:r w:rsidRPr="00386BD8">
        <w:rPr>
          <w:rFonts w:ascii="Univers Com 47 Light Cond" w:hAnsi="Univers Com 47 Light Cond"/>
          <w:sz w:val="22"/>
          <w:szCs w:val="22"/>
          <w:lang w:val="en-GB"/>
        </w:rPr>
        <w:t xml:space="preserve"> work easier for installers and opens up new design options for architects and planners </w:t>
      </w:r>
      <w:r w:rsidR="00D356FB" w:rsidRPr="00386BD8">
        <w:rPr>
          <w:rFonts w:ascii="Univers Com 47 Light Cond" w:hAnsi="Univers Com 47 Light Cond"/>
          <w:sz w:val="22"/>
          <w:szCs w:val="22"/>
          <w:lang w:val="en-GB"/>
        </w:rPr>
        <w:t>in combination with the designer shower channel range.</w:t>
      </w:r>
    </w:p>
    <w:p w14:paraId="7A345D55" w14:textId="45ED6E8E" w:rsidR="00F208DD" w:rsidRDefault="00F208DD" w:rsidP="00BB2981">
      <w:pPr>
        <w:autoSpaceDE w:val="0"/>
        <w:autoSpaceDN w:val="0"/>
        <w:adjustRightInd w:val="0"/>
        <w:rPr>
          <w:rFonts w:ascii="Univers Com 47 Light Cond" w:hAnsi="Univers Com 47 Light Cond"/>
          <w:sz w:val="22"/>
          <w:szCs w:val="22"/>
          <w:lang w:val="en-GB"/>
        </w:rPr>
      </w:pPr>
    </w:p>
    <w:p w14:paraId="03D0D1C1" w14:textId="77777777" w:rsidR="00F208DD" w:rsidRPr="00F208DD" w:rsidRDefault="00F208DD" w:rsidP="00F208DD">
      <w:pPr>
        <w:autoSpaceDE w:val="0"/>
        <w:autoSpaceDN w:val="0"/>
        <w:adjustRightInd w:val="0"/>
        <w:rPr>
          <w:rFonts w:ascii="Univers Com 47 Light Cond" w:hAnsi="Univers Com 47 Light Cond"/>
          <w:sz w:val="22"/>
          <w:szCs w:val="22"/>
          <w:lang w:val="en-GB"/>
        </w:rPr>
      </w:pPr>
      <w:r w:rsidRPr="00F208DD">
        <w:rPr>
          <w:rFonts w:ascii="Univers Com 47 Light Cond" w:hAnsi="Univers Com 47 Light Cond"/>
          <w:sz w:val="22"/>
          <w:szCs w:val="22"/>
          <w:lang w:val="en-GB"/>
        </w:rPr>
        <w:t>Further information:</w:t>
      </w:r>
    </w:p>
    <w:p w14:paraId="40B70DFC" w14:textId="7D0B9727" w:rsidR="00F208DD" w:rsidRPr="00B4503F" w:rsidRDefault="00F208DD" w:rsidP="00F208DD">
      <w:pPr>
        <w:autoSpaceDE w:val="0"/>
        <w:autoSpaceDN w:val="0"/>
        <w:adjustRightInd w:val="0"/>
        <w:rPr>
          <w:rFonts w:ascii="Univers Com 47 Light Cond" w:hAnsi="Univers Com 47 Light Cond"/>
          <w:sz w:val="22"/>
          <w:szCs w:val="22"/>
          <w:lang w:val="en-GB"/>
        </w:rPr>
      </w:pPr>
      <w:r w:rsidRPr="00F208DD">
        <w:rPr>
          <w:rFonts w:ascii="Univers Com 47 Light Cond" w:hAnsi="Univers Com 47 Light Cond"/>
          <w:sz w:val="22"/>
          <w:szCs w:val="22"/>
          <w:lang w:val="en-GB"/>
        </w:rPr>
        <w:t>dallmer.com</w:t>
      </w:r>
      <w:bookmarkStart w:id="0" w:name="_GoBack"/>
      <w:bookmarkEnd w:id="0"/>
    </w:p>
    <w:sectPr w:rsidR="00F208DD" w:rsidRPr="00B4503F"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FAD9B" w14:textId="77777777" w:rsidR="0042685B" w:rsidRDefault="0042685B">
      <w:r>
        <w:separator/>
      </w:r>
    </w:p>
  </w:endnote>
  <w:endnote w:type="continuationSeparator" w:id="0">
    <w:p w14:paraId="21ADA8C8" w14:textId="77777777" w:rsidR="0042685B" w:rsidRDefault="00426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m 47 Light Cond">
    <w:panose1 w:val="020B0306020502040204"/>
    <w:charset w:val="00"/>
    <w:family w:val="swiss"/>
    <w:pitch w:val="variable"/>
    <w:sig w:usb0="800000AF" w:usb1="5000204A" w:usb2="00000000" w:usb3="00000000" w:csb0="0000009B"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386BD8" w:rsidRDefault="007B1190" w:rsidP="0098131E">
    <w:pPr>
      <w:pStyle w:val="Formatvorlage3"/>
      <w:ind w:left="-2835"/>
      <w:jc w:val="both"/>
      <w:rPr>
        <w:lang w:val="en-GB"/>
      </w:rPr>
    </w:pPr>
    <w:r w:rsidRPr="00386BD8">
      <w:rPr>
        <w:lang w:val="en-GB"/>
      </w:rPr>
      <w:t>Dallmer has been a specialist in drainage systems since 1913 and is now in its fourth generation of family management. Founded over 100 years ago as an engraving workshop in Arnsberg, Dallmer has developed from a craftsman's business into a premium architectural brand for building drainage. The high-quality product portfolio includes drainage systems such as shower channels, floor drains, shower tray drains and traps, fire and sound insulation systems as well as yard, basement, roof, parking deck and balcony drains. The family company's credo is: maximum functionality, top material quality and excellent design.</w:t>
    </w:r>
  </w:p>
  <w:p w14:paraId="4D83E758" w14:textId="77777777" w:rsidR="005328A6" w:rsidRPr="00386BD8" w:rsidRDefault="005328A6" w:rsidP="0098131E">
    <w:pPr>
      <w:pStyle w:val="Fuzeil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386BD8" w:rsidRDefault="005328A6" w:rsidP="00365129">
    <w:pPr>
      <w:pStyle w:val="Formatvorlage3"/>
      <w:ind w:left="-2835"/>
      <w:jc w:val="both"/>
      <w:rPr>
        <w:lang w:val="en-GB"/>
      </w:rPr>
    </w:pPr>
    <w:bookmarkStart w:id="1" w:name="_Hlk158128503"/>
    <w:r w:rsidRPr="00386BD8">
      <w:rPr>
        <w:lang w:val="en-GB"/>
      </w:rPr>
      <w:t xml:space="preserve">Dallmer has been a specialist in drainage systems since 1913 and is now in its fourth generation of family management. Founded over 100 years ago as an engraving workshop in Arnsberg, Dallmer has developed from a craftsman's business into a premium architectural brand for building drainage. </w:t>
    </w:r>
    <w:r w:rsidR="009C4C06" w:rsidRPr="00386BD8">
      <w:rPr>
        <w:lang w:val="en-GB"/>
      </w:rPr>
      <w:t xml:space="preserve">The high-quality product portfolio includes drainage systems such as shower channels, floor drains, shower tray drains and traps, fire and sound insulation systems as well as yard, basement, roof, parking deck and balcony drains. </w:t>
    </w:r>
    <w:r w:rsidRPr="00386BD8">
      <w:rPr>
        <w:lang w:val="en-GB"/>
      </w:rPr>
      <w:t>The family company's credo is: maximum functionality, top material quality and excellent design.</w:t>
    </w:r>
  </w:p>
  <w:bookmarkEnd w:id="1"/>
  <w:p w14:paraId="5F56CE14" w14:textId="77777777" w:rsidR="005328A6" w:rsidRPr="00386BD8" w:rsidRDefault="005328A6" w:rsidP="00FF1E88">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F72AF" w14:textId="77777777" w:rsidR="0042685B" w:rsidRDefault="0042685B">
      <w:r>
        <w:separator/>
      </w:r>
    </w:p>
  </w:footnote>
  <w:footnote w:type="continuationSeparator" w:id="0">
    <w:p w14:paraId="41137C7A" w14:textId="77777777" w:rsidR="0042685B" w:rsidRDefault="00426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04009E" w:rsidRDefault="005328A6" w:rsidP="00723E32">
                          <w:pPr>
                            <w:pStyle w:val="DallmerOrtsfeld8115"/>
                            <w:rPr>
                              <w:lang w:val="en-GB"/>
                            </w:rPr>
                          </w:pPr>
                          <w:r w:rsidRPr="0004009E">
                            <w:rPr>
                              <w:noProof/>
                              <w:lang w:val="en-GB"/>
                            </w:rPr>
                            <w:t xml:space="preserve">        </w:t>
                          </w:r>
                          <w:r w:rsidR="0028462F" w:rsidRPr="0004009E">
                            <w:rPr>
                              <w:noProof/>
                              <w:lang w:val="en-GB"/>
                            </w:rPr>
                            <w:t>Sylvia Bösch</w:t>
                          </w:r>
                        </w:p>
                        <w:p w14:paraId="716C8FC9" w14:textId="77777777" w:rsidR="005328A6" w:rsidRPr="0004009E" w:rsidRDefault="005328A6" w:rsidP="00723E32">
                          <w:pPr>
                            <w:pStyle w:val="DallmerOrtsfeld8115"/>
                            <w:rPr>
                              <w:lang w:val="en-GB"/>
                            </w:rPr>
                          </w:pPr>
                          <w:r w:rsidRPr="0004009E">
                            <w:rPr>
                              <w:noProof/>
                              <w:lang w:val="en-GB"/>
                            </w:rPr>
                            <w:t xml:space="preserve">        PR </w:t>
                          </w:r>
                          <w:r w:rsidR="00DD07B8" w:rsidRPr="0004009E">
                            <w:rPr>
                              <w:noProof/>
                              <w:lang w:val="en-GB"/>
                            </w:rPr>
                            <w:t>&amp; Social Media</w:t>
                          </w:r>
                        </w:p>
                        <w:p w14:paraId="6CD4F572" w14:textId="77777777" w:rsidR="005328A6" w:rsidRPr="0004009E" w:rsidRDefault="005328A6" w:rsidP="00723E32">
                          <w:pPr>
                            <w:pStyle w:val="DallmerOrtsfeld8115"/>
                            <w:rPr>
                              <w:noProof/>
                              <w:lang w:val="en-GB"/>
                            </w:rPr>
                          </w:pPr>
                          <w:r w:rsidRPr="0004009E">
                            <w:rPr>
                              <w:lang w:val="en-GB"/>
                            </w:rPr>
                            <w:t xml:space="preserve">        T + 49 2932 9616 - </w:t>
                          </w:r>
                          <w:r w:rsidR="0028462F" w:rsidRPr="0004009E">
                            <w:rPr>
                              <w:noProof/>
                              <w:lang w:val="en-GB"/>
                            </w:rPr>
                            <w:t>191</w:t>
                          </w:r>
                          <w:r w:rsidRPr="0004009E">
                            <w:rPr>
                              <w:noProof/>
                              <w:lang w:val="en-GB"/>
                            </w:rPr>
                            <w:t xml:space="preserve">                            </w:t>
                          </w:r>
                        </w:p>
                        <w:p w14:paraId="40D9181D" w14:textId="77777777" w:rsidR="005328A6" w:rsidRPr="00971265" w:rsidRDefault="005328A6" w:rsidP="00723E32">
                          <w:pPr>
                            <w:pStyle w:val="DallmerOrtsfeld8115"/>
                            <w:rPr>
                              <w:noProof/>
                              <w:lang w:val="en-GB"/>
                            </w:rPr>
                          </w:pPr>
                          <w:r w:rsidRPr="0004009E">
                            <w:rPr>
                              <w:lang w:val="en-GB"/>
                            </w:rPr>
                            <w:t xml:space="preserve">        </w:t>
                          </w:r>
                          <w:r w:rsidRPr="00971265">
                            <w:rPr>
                              <w:lang w:val="en-GB"/>
                            </w:rPr>
                            <w:t xml:space="preserve">F + 49 2932 9616 - </w:t>
                          </w:r>
                        </w:p>
                        <w:p w14:paraId="637EFA8F" w14:textId="640B9398" w:rsidR="005328A6" w:rsidRPr="00414C46" w:rsidRDefault="00BF0D22" w:rsidP="00723E32">
                          <w:pPr>
                            <w:pStyle w:val="DallmerOrtsfeld8115"/>
                          </w:pPr>
                          <w:r w:rsidRPr="00414C46">
                            <w:rPr>
                              <w:noProof/>
                            </w:rPr>
                            <w:t xml:space="preserve"> E Sy</w:t>
                          </w:r>
                          <w:r w:rsidR="00414C46" w:rsidRPr="00414C46">
                            <w:rPr>
                              <w:noProof/>
                            </w:rPr>
                            <w:t>Sy</w:t>
                          </w:r>
                          <w:r w:rsidRPr="00414C46">
                            <w:rPr>
                              <w:noProof/>
                            </w:rPr>
                            <w:t>lvia.Boe</w:t>
                          </w:r>
                          <w:r w:rsidR="005328A6" w:rsidRPr="00414C46">
                            <w:rPr>
                              <w:noProof/>
                            </w:rPr>
                            <w:t>sch@dallmer.de</w:t>
                          </w:r>
                        </w:p>
                        <w:p w14:paraId="195F1A9D" w14:textId="77777777" w:rsidR="005328A6" w:rsidRPr="00414C46" w:rsidRDefault="005328A6" w:rsidP="00723E32">
                          <w:pPr>
                            <w:pStyle w:val="DALLMERUnivers"/>
                          </w:pPr>
                        </w:p>
                        <w:p w14:paraId="708CCAA1" w14:textId="77777777" w:rsidR="005328A6" w:rsidRPr="00414C46" w:rsidRDefault="005328A6" w:rsidP="00723E32">
                          <w:pPr>
                            <w:pStyle w:val="DALLMERUnivers"/>
                            <w:ind w:left="0" w:firstLine="0"/>
                          </w:pPr>
                        </w:p>
                        <w:p w14:paraId="64467B45" w14:textId="77777777" w:rsidR="005328A6" w:rsidRPr="00414C46" w:rsidRDefault="005328A6" w:rsidP="00723E32">
                          <w:pPr>
                            <w:pStyle w:val="DALLMERUnivers"/>
                          </w:pPr>
                          <w:proofErr w:type="spellStart"/>
                          <w:r w:rsidRPr="00414C46">
                            <w:t>Dallmer</w:t>
                          </w:r>
                          <w:proofErr w:type="spellEnd"/>
                          <w:r w:rsidRPr="00414C46">
                            <w:t xml:space="preserve"> GmbH + Co KG</w:t>
                          </w:r>
                        </w:p>
                        <w:p w14:paraId="7EF3FEC6" w14:textId="77777777" w:rsidR="005328A6" w:rsidRPr="00414C46" w:rsidRDefault="005328A6" w:rsidP="00723E32">
                          <w:pPr>
                            <w:pStyle w:val="DALLMERUnivers"/>
                          </w:pPr>
                          <w:proofErr w:type="spellStart"/>
                          <w:r w:rsidRPr="00414C46">
                            <w:t>Wiebelsheidestrasse</w:t>
                          </w:r>
                          <w:proofErr w:type="spellEnd"/>
                          <w:r w:rsidRPr="00414C46">
                            <w:t xml:space="preserve"> 25</w:t>
                          </w:r>
                        </w:p>
                        <w:p w14:paraId="7181E3AB" w14:textId="77777777" w:rsidR="005328A6" w:rsidRPr="00414C46" w:rsidRDefault="005328A6" w:rsidP="00723E32">
                          <w:pPr>
                            <w:pStyle w:val="DALLMERUnivers"/>
                          </w:pPr>
                          <w:r w:rsidRPr="00414C46">
                            <w:t>59757 Arnsberg</w:t>
                          </w:r>
                        </w:p>
                        <w:p w14:paraId="1F080D23" w14:textId="77777777" w:rsidR="005328A6" w:rsidRPr="00386BD8" w:rsidRDefault="005328A6" w:rsidP="00723E32">
                          <w:pPr>
                            <w:pStyle w:val="DALLMERUnivers"/>
                            <w:rPr>
                              <w:lang w:val="en-GB"/>
                            </w:rPr>
                          </w:pPr>
                          <w:r w:rsidRPr="00386BD8">
                            <w:rPr>
                              <w:lang w:val="en-GB"/>
                            </w:rPr>
                            <w:t>Germany</w:t>
                          </w:r>
                        </w:p>
                        <w:p w14:paraId="12ECAE7E" w14:textId="77777777" w:rsidR="005328A6" w:rsidRPr="00386BD8" w:rsidRDefault="005328A6" w:rsidP="00723E32">
                          <w:pPr>
                            <w:pStyle w:val="DALLMERUnivers"/>
                            <w:ind w:left="0" w:firstLine="0"/>
                            <w:rPr>
                              <w:lang w:val="en-GB"/>
                            </w:rPr>
                          </w:pPr>
                        </w:p>
                        <w:p w14:paraId="1CEEC2C9" w14:textId="77777777" w:rsidR="005328A6" w:rsidRPr="00386BD8" w:rsidRDefault="005328A6" w:rsidP="00723E32">
                          <w:pPr>
                            <w:pStyle w:val="DALLMERUnivers"/>
                            <w:rPr>
                              <w:lang w:val="en-GB"/>
                            </w:rPr>
                          </w:pPr>
                          <w:r w:rsidRPr="00386BD8">
                            <w:rPr>
                              <w:lang w:val="en-GB"/>
                            </w:rPr>
                            <w:t>Managing Director:</w:t>
                          </w:r>
                        </w:p>
                        <w:p w14:paraId="0EB3568A" w14:textId="77777777" w:rsidR="005328A6" w:rsidRPr="00971265" w:rsidRDefault="005328A6" w:rsidP="00723E32">
                          <w:pPr>
                            <w:pStyle w:val="DALLMERUnivers"/>
                            <w:rPr>
                              <w:lang w:val="en-GB"/>
                            </w:rPr>
                          </w:pPr>
                          <w:r w:rsidRPr="00971265">
                            <w:rPr>
                              <w:lang w:val="en-GB"/>
                            </w:rPr>
                            <w:t xml:space="preserve">Dipl.-Ing. Johannes </w:t>
                          </w:r>
                          <w:proofErr w:type="spellStart"/>
                          <w:r w:rsidRPr="00971265">
                            <w:rPr>
                              <w:lang w:val="en-GB"/>
                            </w:rPr>
                            <w:t>Dallmer</w:t>
                          </w:r>
                          <w:proofErr w:type="spellEnd"/>
                        </w:p>
                        <w:p w14:paraId="110BA47B" w14:textId="77777777" w:rsidR="005328A6" w:rsidRPr="00386BD8" w:rsidRDefault="005328A6" w:rsidP="00723E32">
                          <w:pPr>
                            <w:pStyle w:val="DALLMERUnivers"/>
                            <w:rPr>
                              <w:lang w:val="en-GB"/>
                            </w:rPr>
                          </w:pPr>
                          <w:r w:rsidRPr="00971265">
                            <w:rPr>
                              <w:lang w:val="en-GB"/>
                            </w:rPr>
                            <w:t>Dipl.-</w:t>
                          </w:r>
                          <w:proofErr w:type="spellStart"/>
                          <w:r w:rsidRPr="00971265">
                            <w:rPr>
                              <w:lang w:val="en-GB"/>
                            </w:rPr>
                            <w:t>Btrw</w:t>
                          </w:r>
                          <w:proofErr w:type="spellEnd"/>
                          <w:r w:rsidRPr="00971265">
                            <w:rPr>
                              <w:lang w:val="en-GB"/>
                            </w:rPr>
                            <w:t xml:space="preserve">. </w:t>
                          </w:r>
                          <w:r w:rsidRPr="00386BD8">
                            <w:rPr>
                              <w:lang w:val="en-GB"/>
                            </w:rPr>
                            <w:t xml:space="preserve">Yvonne </w:t>
                          </w:r>
                          <w:proofErr w:type="spellStart"/>
                          <w:r w:rsidRPr="00386BD8">
                            <w:rPr>
                              <w:lang w:val="en-GB"/>
                            </w:rPr>
                            <w:t>Dallmer</w:t>
                          </w:r>
                          <w:proofErr w:type="spellEnd"/>
                        </w:p>
                        <w:p w14:paraId="06B1CCF1" w14:textId="77777777" w:rsidR="005328A6" w:rsidRPr="00386BD8" w:rsidRDefault="005328A6" w:rsidP="00723E32">
                          <w:pPr>
                            <w:pStyle w:val="DALLMERUnivers"/>
                            <w:rPr>
                              <w:lang w:val="en-GB"/>
                            </w:rPr>
                          </w:pPr>
                          <w:r w:rsidRPr="00386BD8">
                            <w:rPr>
                              <w:lang w:val="en-GB"/>
                            </w:rPr>
                            <w:t xml:space="preserve">Dipl.-Ing. Harry </w:t>
                          </w:r>
                          <w:proofErr w:type="spellStart"/>
                          <w:r w:rsidRPr="00386BD8">
                            <w:rPr>
                              <w:lang w:val="en-GB"/>
                            </w:rPr>
                            <w:t>Bauermeister</w:t>
                          </w:r>
                          <w:proofErr w:type="spellEnd"/>
                        </w:p>
                        <w:p w14:paraId="6E0FED40" w14:textId="77777777" w:rsidR="005328A6" w:rsidRPr="00386BD8" w:rsidRDefault="005328A6" w:rsidP="00723E32">
                          <w:pPr>
                            <w:pStyle w:val="DALLMERUnivers"/>
                            <w:rPr>
                              <w:lang w:val="en-GB"/>
                            </w:rPr>
                          </w:pPr>
                        </w:p>
                        <w:p w14:paraId="740D96D3" w14:textId="77777777" w:rsidR="005328A6" w:rsidRPr="00386BD8" w:rsidRDefault="005328A6" w:rsidP="00723E32">
                          <w:pPr>
                            <w:pStyle w:val="DALLMERUnivers"/>
                            <w:rPr>
                              <w:lang w:val="en-GB"/>
                            </w:rPr>
                          </w:pPr>
                        </w:p>
                        <w:p w14:paraId="4860101E" w14:textId="77777777" w:rsidR="005328A6" w:rsidRPr="00386BD8" w:rsidRDefault="005328A6" w:rsidP="00723E32">
                          <w:pPr>
                            <w:pStyle w:val="DALLMERUnivers"/>
                            <w:rPr>
                              <w:lang w:val="en-GB"/>
                            </w:rPr>
                          </w:pPr>
                        </w:p>
                        <w:p w14:paraId="2857254B" w14:textId="77777777" w:rsidR="005328A6" w:rsidRPr="00386BD8" w:rsidRDefault="005328A6" w:rsidP="00723E32">
                          <w:pPr>
                            <w:pStyle w:val="DALLMERUnivers"/>
                            <w:rPr>
                              <w:lang w:val="en-GB"/>
                            </w:rPr>
                          </w:pPr>
                          <w:r w:rsidRPr="00386BD8">
                            <w:rPr>
                              <w:lang w:val="en-GB"/>
                            </w:rPr>
                            <w:t>Reprint free of charge - copy requested</w:t>
                          </w:r>
                        </w:p>
                        <w:p w14:paraId="323E7248" w14:textId="77777777" w:rsidR="005328A6" w:rsidRPr="00386BD8" w:rsidRDefault="005328A6" w:rsidP="00723E32">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04009E" w:rsidRDefault="005328A6" w:rsidP="00723E32">
                    <w:pPr>
                      <w:pStyle w:val="DallmerOrtsfeld8115"/>
                      <w:rPr>
                        <w:lang w:val="en-GB"/>
                      </w:rPr>
                    </w:pPr>
                    <w:r w:rsidRPr="0004009E">
                      <w:rPr>
                        <w:noProof/>
                        <w:lang w:val="en-GB"/>
                      </w:rPr>
                      <w:t xml:space="preserve">        </w:t>
                    </w:r>
                    <w:r w:rsidR="0028462F" w:rsidRPr="0004009E">
                      <w:rPr>
                        <w:noProof/>
                        <w:lang w:val="en-GB"/>
                      </w:rPr>
                      <w:t>Sylvia Bösch</w:t>
                    </w:r>
                  </w:p>
                  <w:p w14:paraId="716C8FC9" w14:textId="77777777" w:rsidR="005328A6" w:rsidRPr="0004009E" w:rsidRDefault="005328A6" w:rsidP="00723E32">
                    <w:pPr>
                      <w:pStyle w:val="DallmerOrtsfeld8115"/>
                      <w:rPr>
                        <w:lang w:val="en-GB"/>
                      </w:rPr>
                    </w:pPr>
                    <w:r w:rsidRPr="0004009E">
                      <w:rPr>
                        <w:noProof/>
                        <w:lang w:val="en-GB"/>
                      </w:rPr>
                      <w:t xml:space="preserve">        PR </w:t>
                    </w:r>
                    <w:r w:rsidR="00DD07B8" w:rsidRPr="0004009E">
                      <w:rPr>
                        <w:noProof/>
                        <w:lang w:val="en-GB"/>
                      </w:rPr>
                      <w:t>&amp; Social Media</w:t>
                    </w:r>
                  </w:p>
                  <w:p w14:paraId="6CD4F572" w14:textId="77777777" w:rsidR="005328A6" w:rsidRPr="0004009E" w:rsidRDefault="005328A6" w:rsidP="00723E32">
                    <w:pPr>
                      <w:pStyle w:val="DallmerOrtsfeld8115"/>
                      <w:rPr>
                        <w:noProof/>
                        <w:lang w:val="en-GB"/>
                      </w:rPr>
                    </w:pPr>
                    <w:r w:rsidRPr="0004009E">
                      <w:rPr>
                        <w:lang w:val="en-GB"/>
                      </w:rPr>
                      <w:t xml:space="preserve">        T + 49 2932 9616 - </w:t>
                    </w:r>
                    <w:r w:rsidR="0028462F" w:rsidRPr="0004009E">
                      <w:rPr>
                        <w:noProof/>
                        <w:lang w:val="en-GB"/>
                      </w:rPr>
                      <w:t>191</w:t>
                    </w:r>
                    <w:r w:rsidRPr="0004009E">
                      <w:rPr>
                        <w:noProof/>
                        <w:lang w:val="en-GB"/>
                      </w:rPr>
                      <w:t xml:space="preserve">                            </w:t>
                    </w:r>
                  </w:p>
                  <w:p w14:paraId="40D9181D" w14:textId="77777777" w:rsidR="005328A6" w:rsidRPr="00971265" w:rsidRDefault="005328A6" w:rsidP="00723E32">
                    <w:pPr>
                      <w:pStyle w:val="DallmerOrtsfeld8115"/>
                      <w:rPr>
                        <w:noProof/>
                        <w:lang w:val="en-GB"/>
                      </w:rPr>
                    </w:pPr>
                    <w:r w:rsidRPr="0004009E">
                      <w:rPr>
                        <w:lang w:val="en-GB"/>
                      </w:rPr>
                      <w:t xml:space="preserve">        </w:t>
                    </w:r>
                    <w:r w:rsidRPr="00971265">
                      <w:rPr>
                        <w:lang w:val="en-GB"/>
                      </w:rPr>
                      <w:t xml:space="preserve">F + 49 2932 9616 - </w:t>
                    </w:r>
                  </w:p>
                  <w:p w14:paraId="637EFA8F" w14:textId="640B9398" w:rsidR="005328A6" w:rsidRPr="00414C46" w:rsidRDefault="00BF0D22" w:rsidP="00723E32">
                    <w:pPr>
                      <w:pStyle w:val="DallmerOrtsfeld8115"/>
                    </w:pPr>
                    <w:r w:rsidRPr="00414C46">
                      <w:rPr>
                        <w:noProof/>
                      </w:rPr>
                      <w:t xml:space="preserve"> E Sy</w:t>
                    </w:r>
                    <w:r w:rsidR="00414C46" w:rsidRPr="00414C46">
                      <w:rPr>
                        <w:noProof/>
                      </w:rPr>
                      <w:t>Sy</w:t>
                    </w:r>
                    <w:r w:rsidRPr="00414C46">
                      <w:rPr>
                        <w:noProof/>
                      </w:rPr>
                      <w:t>lvia.Boe</w:t>
                    </w:r>
                    <w:r w:rsidR="005328A6" w:rsidRPr="00414C46">
                      <w:rPr>
                        <w:noProof/>
                      </w:rPr>
                      <w:t>sch@dallmer.de</w:t>
                    </w:r>
                  </w:p>
                  <w:p w14:paraId="195F1A9D" w14:textId="77777777" w:rsidR="005328A6" w:rsidRPr="00414C46" w:rsidRDefault="005328A6" w:rsidP="00723E32">
                    <w:pPr>
                      <w:pStyle w:val="DALLMERUnivers"/>
                    </w:pPr>
                  </w:p>
                  <w:p w14:paraId="708CCAA1" w14:textId="77777777" w:rsidR="005328A6" w:rsidRPr="00414C46" w:rsidRDefault="005328A6" w:rsidP="00723E32">
                    <w:pPr>
                      <w:pStyle w:val="DALLMERUnivers"/>
                      <w:ind w:left="0" w:firstLine="0"/>
                    </w:pPr>
                  </w:p>
                  <w:p w14:paraId="64467B45" w14:textId="77777777" w:rsidR="005328A6" w:rsidRPr="00414C46" w:rsidRDefault="005328A6" w:rsidP="00723E32">
                    <w:pPr>
                      <w:pStyle w:val="DALLMERUnivers"/>
                    </w:pPr>
                    <w:proofErr w:type="spellStart"/>
                    <w:r w:rsidRPr="00414C46">
                      <w:t>Dallmer</w:t>
                    </w:r>
                    <w:proofErr w:type="spellEnd"/>
                    <w:r w:rsidRPr="00414C46">
                      <w:t xml:space="preserve"> GmbH + Co KG</w:t>
                    </w:r>
                  </w:p>
                  <w:p w14:paraId="7EF3FEC6" w14:textId="77777777" w:rsidR="005328A6" w:rsidRPr="00414C46" w:rsidRDefault="005328A6" w:rsidP="00723E32">
                    <w:pPr>
                      <w:pStyle w:val="DALLMERUnivers"/>
                    </w:pPr>
                    <w:proofErr w:type="spellStart"/>
                    <w:r w:rsidRPr="00414C46">
                      <w:t>Wiebelsheidestrasse</w:t>
                    </w:r>
                    <w:proofErr w:type="spellEnd"/>
                    <w:r w:rsidRPr="00414C46">
                      <w:t xml:space="preserve"> 25</w:t>
                    </w:r>
                  </w:p>
                  <w:p w14:paraId="7181E3AB" w14:textId="77777777" w:rsidR="005328A6" w:rsidRPr="00414C46" w:rsidRDefault="005328A6" w:rsidP="00723E32">
                    <w:pPr>
                      <w:pStyle w:val="DALLMERUnivers"/>
                    </w:pPr>
                    <w:r w:rsidRPr="00414C46">
                      <w:t>59757 Arnsberg</w:t>
                    </w:r>
                  </w:p>
                  <w:p w14:paraId="1F080D23" w14:textId="77777777" w:rsidR="005328A6" w:rsidRPr="00386BD8" w:rsidRDefault="005328A6" w:rsidP="00723E32">
                    <w:pPr>
                      <w:pStyle w:val="DALLMERUnivers"/>
                      <w:rPr>
                        <w:lang w:val="en-GB"/>
                      </w:rPr>
                    </w:pPr>
                    <w:r w:rsidRPr="00386BD8">
                      <w:rPr>
                        <w:lang w:val="en-GB"/>
                      </w:rPr>
                      <w:t>Germany</w:t>
                    </w:r>
                  </w:p>
                  <w:p w14:paraId="12ECAE7E" w14:textId="77777777" w:rsidR="005328A6" w:rsidRPr="00386BD8" w:rsidRDefault="005328A6" w:rsidP="00723E32">
                    <w:pPr>
                      <w:pStyle w:val="DALLMERUnivers"/>
                      <w:ind w:left="0" w:firstLine="0"/>
                      <w:rPr>
                        <w:lang w:val="en-GB"/>
                      </w:rPr>
                    </w:pPr>
                  </w:p>
                  <w:p w14:paraId="1CEEC2C9" w14:textId="77777777" w:rsidR="005328A6" w:rsidRPr="00386BD8" w:rsidRDefault="005328A6" w:rsidP="00723E32">
                    <w:pPr>
                      <w:pStyle w:val="DALLMERUnivers"/>
                      <w:rPr>
                        <w:lang w:val="en-GB"/>
                      </w:rPr>
                    </w:pPr>
                    <w:r w:rsidRPr="00386BD8">
                      <w:rPr>
                        <w:lang w:val="en-GB"/>
                      </w:rPr>
                      <w:t>Managing Director:</w:t>
                    </w:r>
                  </w:p>
                  <w:p w14:paraId="0EB3568A" w14:textId="77777777" w:rsidR="005328A6" w:rsidRPr="00971265" w:rsidRDefault="005328A6" w:rsidP="00723E32">
                    <w:pPr>
                      <w:pStyle w:val="DALLMERUnivers"/>
                      <w:rPr>
                        <w:lang w:val="en-GB"/>
                      </w:rPr>
                    </w:pPr>
                    <w:r w:rsidRPr="00971265">
                      <w:rPr>
                        <w:lang w:val="en-GB"/>
                      </w:rPr>
                      <w:t xml:space="preserve">Dipl.-Ing. Johannes </w:t>
                    </w:r>
                    <w:proofErr w:type="spellStart"/>
                    <w:r w:rsidRPr="00971265">
                      <w:rPr>
                        <w:lang w:val="en-GB"/>
                      </w:rPr>
                      <w:t>Dallmer</w:t>
                    </w:r>
                    <w:proofErr w:type="spellEnd"/>
                  </w:p>
                  <w:p w14:paraId="110BA47B" w14:textId="77777777" w:rsidR="005328A6" w:rsidRPr="00386BD8" w:rsidRDefault="005328A6" w:rsidP="00723E32">
                    <w:pPr>
                      <w:pStyle w:val="DALLMERUnivers"/>
                      <w:rPr>
                        <w:lang w:val="en-GB"/>
                      </w:rPr>
                    </w:pPr>
                    <w:r w:rsidRPr="00971265">
                      <w:rPr>
                        <w:lang w:val="en-GB"/>
                      </w:rPr>
                      <w:t>Dipl.-</w:t>
                    </w:r>
                    <w:proofErr w:type="spellStart"/>
                    <w:r w:rsidRPr="00971265">
                      <w:rPr>
                        <w:lang w:val="en-GB"/>
                      </w:rPr>
                      <w:t>Btrw</w:t>
                    </w:r>
                    <w:proofErr w:type="spellEnd"/>
                    <w:r w:rsidRPr="00971265">
                      <w:rPr>
                        <w:lang w:val="en-GB"/>
                      </w:rPr>
                      <w:t xml:space="preserve">. </w:t>
                    </w:r>
                    <w:r w:rsidRPr="00386BD8">
                      <w:rPr>
                        <w:lang w:val="en-GB"/>
                      </w:rPr>
                      <w:t xml:space="preserve">Yvonne </w:t>
                    </w:r>
                    <w:proofErr w:type="spellStart"/>
                    <w:r w:rsidRPr="00386BD8">
                      <w:rPr>
                        <w:lang w:val="en-GB"/>
                      </w:rPr>
                      <w:t>Dallmer</w:t>
                    </w:r>
                    <w:proofErr w:type="spellEnd"/>
                  </w:p>
                  <w:p w14:paraId="06B1CCF1" w14:textId="77777777" w:rsidR="005328A6" w:rsidRPr="00386BD8" w:rsidRDefault="005328A6" w:rsidP="00723E32">
                    <w:pPr>
                      <w:pStyle w:val="DALLMERUnivers"/>
                      <w:rPr>
                        <w:lang w:val="en-GB"/>
                      </w:rPr>
                    </w:pPr>
                    <w:r w:rsidRPr="00386BD8">
                      <w:rPr>
                        <w:lang w:val="en-GB"/>
                      </w:rPr>
                      <w:t xml:space="preserve">Dipl.-Ing. Harry </w:t>
                    </w:r>
                    <w:proofErr w:type="spellStart"/>
                    <w:r w:rsidRPr="00386BD8">
                      <w:rPr>
                        <w:lang w:val="en-GB"/>
                      </w:rPr>
                      <w:t>Bauermeister</w:t>
                    </w:r>
                    <w:proofErr w:type="spellEnd"/>
                  </w:p>
                  <w:p w14:paraId="6E0FED40" w14:textId="77777777" w:rsidR="005328A6" w:rsidRPr="00386BD8" w:rsidRDefault="005328A6" w:rsidP="00723E32">
                    <w:pPr>
                      <w:pStyle w:val="DALLMERUnivers"/>
                      <w:rPr>
                        <w:lang w:val="en-GB"/>
                      </w:rPr>
                    </w:pPr>
                  </w:p>
                  <w:p w14:paraId="740D96D3" w14:textId="77777777" w:rsidR="005328A6" w:rsidRPr="00386BD8" w:rsidRDefault="005328A6" w:rsidP="00723E32">
                    <w:pPr>
                      <w:pStyle w:val="DALLMERUnivers"/>
                      <w:rPr>
                        <w:lang w:val="en-GB"/>
                      </w:rPr>
                    </w:pPr>
                  </w:p>
                  <w:p w14:paraId="4860101E" w14:textId="77777777" w:rsidR="005328A6" w:rsidRPr="00386BD8" w:rsidRDefault="005328A6" w:rsidP="00723E32">
                    <w:pPr>
                      <w:pStyle w:val="DALLMERUnivers"/>
                      <w:rPr>
                        <w:lang w:val="en-GB"/>
                      </w:rPr>
                    </w:pPr>
                  </w:p>
                  <w:p w14:paraId="2857254B" w14:textId="77777777" w:rsidR="005328A6" w:rsidRPr="00386BD8" w:rsidRDefault="005328A6" w:rsidP="00723E32">
                    <w:pPr>
                      <w:pStyle w:val="DALLMERUnivers"/>
                      <w:rPr>
                        <w:lang w:val="en-GB"/>
                      </w:rPr>
                    </w:pPr>
                    <w:r w:rsidRPr="00386BD8">
                      <w:rPr>
                        <w:lang w:val="en-GB"/>
                      </w:rPr>
                      <w:t>Reprint free of charge - copy requested</w:t>
                    </w:r>
                  </w:p>
                  <w:p w14:paraId="323E7248" w14:textId="77777777" w:rsidR="005328A6" w:rsidRPr="00386BD8" w:rsidRDefault="005328A6" w:rsidP="00723E32">
                    <w:pPr>
                      <w:pStyle w:val="DALLMERUnivers"/>
                      <w:rPr>
                        <w:lang w:val="en-GB"/>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71265" w:rsidRDefault="005328A6" w:rsidP="00224233">
                          <w:pPr>
                            <w:pStyle w:val="DallmerOrtsfeld8115"/>
                            <w:rPr>
                              <w:lang w:val="en-GB"/>
                            </w:rPr>
                          </w:pPr>
                          <w:r w:rsidRPr="00971265">
                            <w:rPr>
                              <w:noProof/>
                              <w:lang w:val="en-GB"/>
                            </w:rPr>
                            <w:t xml:space="preserve">        </w:t>
                          </w:r>
                          <w:r w:rsidR="0028462F" w:rsidRPr="00971265">
                            <w:rPr>
                              <w:noProof/>
                              <w:lang w:val="en-GB"/>
                            </w:rPr>
                            <w:t>Sylvia Bösch</w:t>
                          </w:r>
                        </w:p>
                        <w:p w14:paraId="1E19E907" w14:textId="77777777" w:rsidR="005328A6" w:rsidRPr="00971265" w:rsidRDefault="005328A6" w:rsidP="00224233">
                          <w:pPr>
                            <w:pStyle w:val="DallmerOrtsfeld8115"/>
                            <w:rPr>
                              <w:lang w:val="en-GB"/>
                            </w:rPr>
                          </w:pPr>
                          <w:r w:rsidRPr="00971265">
                            <w:rPr>
                              <w:noProof/>
                              <w:lang w:val="en-GB"/>
                            </w:rPr>
                            <w:t xml:space="preserve">        PR </w:t>
                          </w:r>
                          <w:r w:rsidR="002F09E6" w:rsidRPr="00971265">
                            <w:rPr>
                              <w:noProof/>
                              <w:lang w:val="en-GB"/>
                            </w:rPr>
                            <w:t>&amp; Social Media</w:t>
                          </w:r>
                        </w:p>
                        <w:p w14:paraId="630D7247" w14:textId="77777777" w:rsidR="005328A6" w:rsidRPr="00971265" w:rsidRDefault="005328A6" w:rsidP="00224233">
                          <w:pPr>
                            <w:pStyle w:val="DallmerOrtsfeld8115"/>
                            <w:rPr>
                              <w:noProof/>
                              <w:lang w:val="en-GB"/>
                            </w:rPr>
                          </w:pPr>
                          <w:r w:rsidRPr="00971265">
                            <w:rPr>
                              <w:lang w:val="en-GB"/>
                            </w:rPr>
                            <w:t xml:space="preserve">        T + 49 2932 9616 - </w:t>
                          </w:r>
                          <w:r w:rsidR="0028462F" w:rsidRPr="00971265">
                            <w:rPr>
                              <w:noProof/>
                              <w:lang w:val="en-GB"/>
                            </w:rPr>
                            <w:t>191</w:t>
                          </w:r>
                          <w:r w:rsidRPr="00971265">
                            <w:rPr>
                              <w:noProof/>
                              <w:lang w:val="en-GB"/>
                            </w:rPr>
                            <w:t xml:space="preserve">                           </w:t>
                          </w:r>
                        </w:p>
                        <w:p w14:paraId="15E60B9A" w14:textId="77777777" w:rsidR="005328A6" w:rsidRPr="00971265" w:rsidRDefault="005328A6" w:rsidP="00224233">
                          <w:pPr>
                            <w:pStyle w:val="DallmerOrtsfeld8115"/>
                            <w:rPr>
                              <w:noProof/>
                              <w:lang w:val="en-GB"/>
                            </w:rPr>
                          </w:pPr>
                          <w:r w:rsidRPr="00971265">
                            <w:rPr>
                              <w:lang w:val="en-GB"/>
                            </w:rPr>
                            <w:t xml:space="preserve">        F + 49 2932 9616 - </w:t>
                          </w:r>
                        </w:p>
                        <w:p w14:paraId="3557C573" w14:textId="693F104D" w:rsidR="005328A6" w:rsidRPr="00971265" w:rsidRDefault="0028462F" w:rsidP="00281D8E">
                          <w:pPr>
                            <w:pStyle w:val="DallmerOrtsfeld8115"/>
                            <w:rPr>
                              <w:lang w:val="en-GB"/>
                            </w:rPr>
                          </w:pPr>
                          <w:r w:rsidRPr="00971265">
                            <w:rPr>
                              <w:noProof/>
                              <w:lang w:val="en-GB"/>
                            </w:rPr>
                            <w:t xml:space="preserve"> E Sy</w:t>
                          </w:r>
                          <w:r w:rsidR="00386BD8">
                            <w:rPr>
                              <w:noProof/>
                              <w:lang w:val="en-GB"/>
                            </w:rPr>
                            <w:t>Sy</w:t>
                          </w:r>
                          <w:r w:rsidRPr="00971265">
                            <w:rPr>
                              <w:noProof/>
                              <w:lang w:val="en-GB"/>
                            </w:rPr>
                            <w:t>lvia.Boe</w:t>
                          </w:r>
                          <w:r w:rsidR="005328A6" w:rsidRPr="00971265">
                            <w:rPr>
                              <w:noProof/>
                              <w:lang w:val="en-GB"/>
                            </w:rPr>
                            <w:t>sch@dallmer.de</w:t>
                          </w:r>
                        </w:p>
                        <w:p w14:paraId="033E9097" w14:textId="77777777" w:rsidR="005328A6" w:rsidRPr="00971265" w:rsidRDefault="005328A6" w:rsidP="00B14D73">
                          <w:pPr>
                            <w:pStyle w:val="DALLMERUnivers"/>
                            <w:rPr>
                              <w:lang w:val="en-GB"/>
                            </w:rPr>
                          </w:pPr>
                        </w:p>
                        <w:p w14:paraId="123DB318" w14:textId="77777777" w:rsidR="005328A6" w:rsidRPr="00971265" w:rsidRDefault="005328A6" w:rsidP="00224233">
                          <w:pPr>
                            <w:pStyle w:val="DALLMERUnivers"/>
                            <w:ind w:left="0" w:firstLine="0"/>
                            <w:rPr>
                              <w:lang w:val="en-GB"/>
                            </w:rPr>
                          </w:pPr>
                        </w:p>
                        <w:p w14:paraId="640C6913" w14:textId="77777777" w:rsidR="005328A6" w:rsidRPr="00F208DD" w:rsidRDefault="005328A6" w:rsidP="00B14D73">
                          <w:pPr>
                            <w:pStyle w:val="DALLMERUnivers"/>
                            <w:rPr>
                              <w:lang w:val="en-GB"/>
                            </w:rPr>
                          </w:pPr>
                          <w:r w:rsidRPr="00F208DD">
                            <w:rPr>
                              <w:lang w:val="en-GB"/>
                            </w:rPr>
                            <w:t>Dallmer GmbH + Co KG</w:t>
                          </w:r>
                        </w:p>
                        <w:p w14:paraId="4B27E813" w14:textId="77777777" w:rsidR="005328A6" w:rsidRPr="00F208DD" w:rsidRDefault="005328A6" w:rsidP="00B14D73">
                          <w:pPr>
                            <w:pStyle w:val="DALLMERUnivers"/>
                            <w:rPr>
                              <w:lang w:val="en-GB"/>
                            </w:rPr>
                          </w:pPr>
                          <w:r w:rsidRPr="00F208DD">
                            <w:rPr>
                              <w:lang w:val="en-GB"/>
                            </w:rPr>
                            <w:t>Wiebelsheidestrasse 25</w:t>
                          </w:r>
                        </w:p>
                        <w:p w14:paraId="54FF0980" w14:textId="77777777" w:rsidR="005328A6" w:rsidRPr="00F208DD" w:rsidRDefault="005328A6" w:rsidP="00B14D73">
                          <w:pPr>
                            <w:pStyle w:val="DALLMERUnivers"/>
                            <w:rPr>
                              <w:lang w:val="en-GB"/>
                            </w:rPr>
                          </w:pPr>
                          <w:r w:rsidRPr="00F208DD">
                            <w:rPr>
                              <w:lang w:val="en-GB"/>
                            </w:rPr>
                            <w:t>59757 Arnsberg</w:t>
                          </w:r>
                        </w:p>
                        <w:p w14:paraId="571C6338" w14:textId="77777777" w:rsidR="005328A6" w:rsidRPr="00386BD8" w:rsidRDefault="005328A6" w:rsidP="00B14D73">
                          <w:pPr>
                            <w:pStyle w:val="DALLMERUnivers"/>
                            <w:rPr>
                              <w:lang w:val="en-GB"/>
                            </w:rPr>
                          </w:pPr>
                          <w:r w:rsidRPr="00386BD8">
                            <w:rPr>
                              <w:lang w:val="en-GB"/>
                            </w:rPr>
                            <w:t>Germany</w:t>
                          </w:r>
                        </w:p>
                        <w:p w14:paraId="77172E83" w14:textId="77777777" w:rsidR="005328A6" w:rsidRPr="00386BD8" w:rsidRDefault="005328A6" w:rsidP="00D90348">
                          <w:pPr>
                            <w:pStyle w:val="DALLMERUnivers"/>
                            <w:ind w:left="0" w:firstLine="0"/>
                            <w:rPr>
                              <w:lang w:val="en-GB"/>
                            </w:rPr>
                          </w:pPr>
                        </w:p>
                        <w:p w14:paraId="4F604941" w14:textId="77777777" w:rsidR="005328A6" w:rsidRPr="00386BD8" w:rsidRDefault="005328A6" w:rsidP="00B14D73">
                          <w:pPr>
                            <w:pStyle w:val="DALLMERUnivers"/>
                            <w:rPr>
                              <w:lang w:val="en-GB"/>
                            </w:rPr>
                          </w:pPr>
                          <w:r w:rsidRPr="00386BD8">
                            <w:rPr>
                              <w:lang w:val="en-GB"/>
                            </w:rPr>
                            <w:t>Managing Director:</w:t>
                          </w:r>
                        </w:p>
                        <w:p w14:paraId="3BE73195" w14:textId="77777777" w:rsidR="005328A6" w:rsidRPr="00971265" w:rsidRDefault="005328A6" w:rsidP="00B14D73">
                          <w:pPr>
                            <w:pStyle w:val="DALLMERUnivers"/>
                            <w:rPr>
                              <w:lang w:val="en-GB"/>
                            </w:rPr>
                          </w:pPr>
                          <w:r w:rsidRPr="00971265">
                            <w:rPr>
                              <w:lang w:val="en-GB"/>
                            </w:rPr>
                            <w:t xml:space="preserve">Dipl.-Ing. Johannes </w:t>
                          </w:r>
                          <w:proofErr w:type="spellStart"/>
                          <w:r w:rsidRPr="00971265">
                            <w:rPr>
                              <w:lang w:val="en-GB"/>
                            </w:rPr>
                            <w:t>Dallmer</w:t>
                          </w:r>
                          <w:proofErr w:type="spellEnd"/>
                        </w:p>
                        <w:p w14:paraId="2F65FB58" w14:textId="77777777" w:rsidR="005328A6" w:rsidRPr="00386BD8" w:rsidRDefault="005328A6" w:rsidP="00B14D73">
                          <w:pPr>
                            <w:pStyle w:val="DALLMERUnivers"/>
                            <w:rPr>
                              <w:lang w:val="en-GB"/>
                            </w:rPr>
                          </w:pPr>
                          <w:r w:rsidRPr="00971265">
                            <w:rPr>
                              <w:lang w:val="en-GB"/>
                            </w:rPr>
                            <w:t>Dipl.-</w:t>
                          </w:r>
                          <w:proofErr w:type="spellStart"/>
                          <w:r w:rsidRPr="00971265">
                            <w:rPr>
                              <w:lang w:val="en-GB"/>
                            </w:rPr>
                            <w:t>Btrw</w:t>
                          </w:r>
                          <w:proofErr w:type="spellEnd"/>
                          <w:r w:rsidRPr="00971265">
                            <w:rPr>
                              <w:lang w:val="en-GB"/>
                            </w:rPr>
                            <w:t xml:space="preserve">. </w:t>
                          </w:r>
                          <w:r w:rsidRPr="00386BD8">
                            <w:rPr>
                              <w:lang w:val="en-GB"/>
                            </w:rPr>
                            <w:t xml:space="preserve">Yvonne </w:t>
                          </w:r>
                          <w:proofErr w:type="spellStart"/>
                          <w:r w:rsidRPr="00386BD8">
                            <w:rPr>
                              <w:lang w:val="en-GB"/>
                            </w:rPr>
                            <w:t>Dallmer</w:t>
                          </w:r>
                          <w:proofErr w:type="spellEnd"/>
                        </w:p>
                        <w:p w14:paraId="76682D1E" w14:textId="77777777" w:rsidR="005328A6" w:rsidRPr="00386BD8" w:rsidRDefault="005328A6" w:rsidP="00B14D73">
                          <w:pPr>
                            <w:pStyle w:val="DALLMERUnivers"/>
                            <w:rPr>
                              <w:lang w:val="en-GB"/>
                            </w:rPr>
                          </w:pPr>
                          <w:r w:rsidRPr="00386BD8">
                            <w:rPr>
                              <w:lang w:val="en-GB"/>
                            </w:rPr>
                            <w:t xml:space="preserve">Dipl.-Ing. Harry </w:t>
                          </w:r>
                          <w:proofErr w:type="spellStart"/>
                          <w:r w:rsidRPr="00386BD8">
                            <w:rPr>
                              <w:lang w:val="en-GB"/>
                            </w:rPr>
                            <w:t>Bauermeister</w:t>
                          </w:r>
                          <w:proofErr w:type="spellEnd"/>
                        </w:p>
                        <w:p w14:paraId="1597C30C" w14:textId="77777777" w:rsidR="005328A6" w:rsidRPr="00386BD8" w:rsidRDefault="005328A6" w:rsidP="00B14D73">
                          <w:pPr>
                            <w:pStyle w:val="DALLMERUnivers"/>
                            <w:rPr>
                              <w:lang w:val="en-GB"/>
                            </w:rPr>
                          </w:pPr>
                        </w:p>
                        <w:p w14:paraId="7A22739B" w14:textId="77777777" w:rsidR="005328A6" w:rsidRPr="00386BD8" w:rsidRDefault="005328A6" w:rsidP="00B14D73">
                          <w:pPr>
                            <w:pStyle w:val="DALLMERUnivers"/>
                            <w:rPr>
                              <w:lang w:val="en-GB"/>
                            </w:rPr>
                          </w:pPr>
                        </w:p>
                        <w:p w14:paraId="16B9EFC1" w14:textId="77777777" w:rsidR="005328A6" w:rsidRPr="00386BD8" w:rsidRDefault="005328A6" w:rsidP="00B14D73">
                          <w:pPr>
                            <w:pStyle w:val="DALLMERUnivers"/>
                            <w:rPr>
                              <w:lang w:val="en-GB"/>
                            </w:rPr>
                          </w:pPr>
                        </w:p>
                        <w:p w14:paraId="762F8F0F" w14:textId="77777777" w:rsidR="005328A6" w:rsidRPr="00386BD8" w:rsidRDefault="005328A6" w:rsidP="00D90348">
                          <w:pPr>
                            <w:pStyle w:val="DALLMERUnivers"/>
                            <w:rPr>
                              <w:lang w:val="en-GB"/>
                            </w:rPr>
                          </w:pPr>
                          <w:r w:rsidRPr="00386BD8">
                            <w:rPr>
                              <w:lang w:val="en-GB"/>
                            </w:rPr>
                            <w:t>Reprint free of charge - copy requested</w:t>
                          </w:r>
                        </w:p>
                        <w:p w14:paraId="19902B63" w14:textId="77777777" w:rsidR="005328A6" w:rsidRPr="00386BD8" w:rsidRDefault="005328A6" w:rsidP="00B14D73">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71265" w:rsidRDefault="005328A6" w:rsidP="00224233">
                    <w:pPr>
                      <w:pStyle w:val="DallmerOrtsfeld8115"/>
                      <w:rPr>
                        <w:lang w:val="en-GB"/>
                      </w:rPr>
                    </w:pPr>
                    <w:r w:rsidRPr="00971265">
                      <w:rPr>
                        <w:noProof/>
                        <w:lang w:val="en-GB"/>
                      </w:rPr>
                      <w:t xml:space="preserve">        </w:t>
                    </w:r>
                    <w:r w:rsidR="0028462F" w:rsidRPr="00971265">
                      <w:rPr>
                        <w:noProof/>
                        <w:lang w:val="en-GB"/>
                      </w:rPr>
                      <w:t>Sylvia Bösch</w:t>
                    </w:r>
                  </w:p>
                  <w:p w14:paraId="1E19E907" w14:textId="77777777" w:rsidR="005328A6" w:rsidRPr="00971265" w:rsidRDefault="005328A6" w:rsidP="00224233">
                    <w:pPr>
                      <w:pStyle w:val="DallmerOrtsfeld8115"/>
                      <w:rPr>
                        <w:lang w:val="en-GB"/>
                      </w:rPr>
                    </w:pPr>
                    <w:r w:rsidRPr="00971265">
                      <w:rPr>
                        <w:noProof/>
                        <w:lang w:val="en-GB"/>
                      </w:rPr>
                      <w:t xml:space="preserve">        PR </w:t>
                    </w:r>
                    <w:r w:rsidR="002F09E6" w:rsidRPr="00971265">
                      <w:rPr>
                        <w:noProof/>
                        <w:lang w:val="en-GB"/>
                      </w:rPr>
                      <w:t>&amp; Social Media</w:t>
                    </w:r>
                  </w:p>
                  <w:p w14:paraId="630D7247" w14:textId="77777777" w:rsidR="005328A6" w:rsidRPr="00971265" w:rsidRDefault="005328A6" w:rsidP="00224233">
                    <w:pPr>
                      <w:pStyle w:val="DallmerOrtsfeld8115"/>
                      <w:rPr>
                        <w:noProof/>
                        <w:lang w:val="en-GB"/>
                      </w:rPr>
                    </w:pPr>
                    <w:r w:rsidRPr="00971265">
                      <w:rPr>
                        <w:lang w:val="en-GB"/>
                      </w:rPr>
                      <w:t xml:space="preserve">        T + 49 2932 9616 - </w:t>
                    </w:r>
                    <w:r w:rsidR="0028462F" w:rsidRPr="00971265">
                      <w:rPr>
                        <w:noProof/>
                        <w:lang w:val="en-GB"/>
                      </w:rPr>
                      <w:t>191</w:t>
                    </w:r>
                    <w:r w:rsidRPr="00971265">
                      <w:rPr>
                        <w:noProof/>
                        <w:lang w:val="en-GB"/>
                      </w:rPr>
                      <w:t xml:space="preserve">                           </w:t>
                    </w:r>
                  </w:p>
                  <w:p w14:paraId="15E60B9A" w14:textId="77777777" w:rsidR="005328A6" w:rsidRPr="00971265" w:rsidRDefault="005328A6" w:rsidP="00224233">
                    <w:pPr>
                      <w:pStyle w:val="DallmerOrtsfeld8115"/>
                      <w:rPr>
                        <w:noProof/>
                        <w:lang w:val="en-GB"/>
                      </w:rPr>
                    </w:pPr>
                    <w:r w:rsidRPr="00971265">
                      <w:rPr>
                        <w:lang w:val="en-GB"/>
                      </w:rPr>
                      <w:t xml:space="preserve">        F + 49 2932 9616 - </w:t>
                    </w:r>
                  </w:p>
                  <w:p w14:paraId="3557C573" w14:textId="693F104D" w:rsidR="005328A6" w:rsidRPr="00971265" w:rsidRDefault="0028462F" w:rsidP="00281D8E">
                    <w:pPr>
                      <w:pStyle w:val="DallmerOrtsfeld8115"/>
                      <w:rPr>
                        <w:lang w:val="en-GB"/>
                      </w:rPr>
                    </w:pPr>
                    <w:r w:rsidRPr="00971265">
                      <w:rPr>
                        <w:noProof/>
                        <w:lang w:val="en-GB"/>
                      </w:rPr>
                      <w:t xml:space="preserve"> E Sy</w:t>
                    </w:r>
                    <w:r w:rsidR="00386BD8">
                      <w:rPr>
                        <w:noProof/>
                        <w:lang w:val="en-GB"/>
                      </w:rPr>
                      <w:t>Sy</w:t>
                    </w:r>
                    <w:r w:rsidRPr="00971265">
                      <w:rPr>
                        <w:noProof/>
                        <w:lang w:val="en-GB"/>
                      </w:rPr>
                      <w:t>lvia.Boe</w:t>
                    </w:r>
                    <w:r w:rsidR="005328A6" w:rsidRPr="00971265">
                      <w:rPr>
                        <w:noProof/>
                        <w:lang w:val="en-GB"/>
                      </w:rPr>
                      <w:t>sch@dallmer.de</w:t>
                    </w:r>
                  </w:p>
                  <w:p w14:paraId="033E9097" w14:textId="77777777" w:rsidR="005328A6" w:rsidRPr="00971265" w:rsidRDefault="005328A6" w:rsidP="00B14D73">
                    <w:pPr>
                      <w:pStyle w:val="DALLMERUnivers"/>
                      <w:rPr>
                        <w:lang w:val="en-GB"/>
                      </w:rPr>
                    </w:pPr>
                  </w:p>
                  <w:p w14:paraId="123DB318" w14:textId="77777777" w:rsidR="005328A6" w:rsidRPr="00971265" w:rsidRDefault="005328A6" w:rsidP="00224233">
                    <w:pPr>
                      <w:pStyle w:val="DALLMERUnivers"/>
                      <w:ind w:left="0" w:firstLine="0"/>
                      <w:rPr>
                        <w:lang w:val="en-GB"/>
                      </w:rPr>
                    </w:pPr>
                  </w:p>
                  <w:p w14:paraId="640C6913" w14:textId="77777777" w:rsidR="005328A6" w:rsidRPr="00F208DD" w:rsidRDefault="005328A6" w:rsidP="00B14D73">
                    <w:pPr>
                      <w:pStyle w:val="DALLMERUnivers"/>
                      <w:rPr>
                        <w:lang w:val="en-GB"/>
                      </w:rPr>
                    </w:pPr>
                    <w:r w:rsidRPr="00F208DD">
                      <w:rPr>
                        <w:lang w:val="en-GB"/>
                      </w:rPr>
                      <w:t>Dallmer GmbH + Co KG</w:t>
                    </w:r>
                  </w:p>
                  <w:p w14:paraId="4B27E813" w14:textId="77777777" w:rsidR="005328A6" w:rsidRPr="00F208DD" w:rsidRDefault="005328A6" w:rsidP="00B14D73">
                    <w:pPr>
                      <w:pStyle w:val="DALLMERUnivers"/>
                      <w:rPr>
                        <w:lang w:val="en-GB"/>
                      </w:rPr>
                    </w:pPr>
                    <w:r w:rsidRPr="00F208DD">
                      <w:rPr>
                        <w:lang w:val="en-GB"/>
                      </w:rPr>
                      <w:t>Wiebelsheidestrasse 25</w:t>
                    </w:r>
                  </w:p>
                  <w:p w14:paraId="54FF0980" w14:textId="77777777" w:rsidR="005328A6" w:rsidRPr="00F208DD" w:rsidRDefault="005328A6" w:rsidP="00B14D73">
                    <w:pPr>
                      <w:pStyle w:val="DALLMERUnivers"/>
                      <w:rPr>
                        <w:lang w:val="en-GB"/>
                      </w:rPr>
                    </w:pPr>
                    <w:r w:rsidRPr="00F208DD">
                      <w:rPr>
                        <w:lang w:val="en-GB"/>
                      </w:rPr>
                      <w:t>59757 Arnsberg</w:t>
                    </w:r>
                  </w:p>
                  <w:p w14:paraId="571C6338" w14:textId="77777777" w:rsidR="005328A6" w:rsidRPr="00386BD8" w:rsidRDefault="005328A6" w:rsidP="00B14D73">
                    <w:pPr>
                      <w:pStyle w:val="DALLMERUnivers"/>
                      <w:rPr>
                        <w:lang w:val="en-GB"/>
                      </w:rPr>
                    </w:pPr>
                    <w:r w:rsidRPr="00386BD8">
                      <w:rPr>
                        <w:lang w:val="en-GB"/>
                      </w:rPr>
                      <w:t>Germany</w:t>
                    </w:r>
                  </w:p>
                  <w:p w14:paraId="77172E83" w14:textId="77777777" w:rsidR="005328A6" w:rsidRPr="00386BD8" w:rsidRDefault="005328A6" w:rsidP="00D90348">
                    <w:pPr>
                      <w:pStyle w:val="DALLMERUnivers"/>
                      <w:ind w:left="0" w:firstLine="0"/>
                      <w:rPr>
                        <w:lang w:val="en-GB"/>
                      </w:rPr>
                    </w:pPr>
                  </w:p>
                  <w:p w14:paraId="4F604941" w14:textId="77777777" w:rsidR="005328A6" w:rsidRPr="00386BD8" w:rsidRDefault="005328A6" w:rsidP="00B14D73">
                    <w:pPr>
                      <w:pStyle w:val="DALLMERUnivers"/>
                      <w:rPr>
                        <w:lang w:val="en-GB"/>
                      </w:rPr>
                    </w:pPr>
                    <w:r w:rsidRPr="00386BD8">
                      <w:rPr>
                        <w:lang w:val="en-GB"/>
                      </w:rPr>
                      <w:t>Managing Director:</w:t>
                    </w:r>
                  </w:p>
                  <w:p w14:paraId="3BE73195" w14:textId="77777777" w:rsidR="005328A6" w:rsidRPr="00971265" w:rsidRDefault="005328A6" w:rsidP="00B14D73">
                    <w:pPr>
                      <w:pStyle w:val="DALLMERUnivers"/>
                      <w:rPr>
                        <w:lang w:val="en-GB"/>
                      </w:rPr>
                    </w:pPr>
                    <w:r w:rsidRPr="00971265">
                      <w:rPr>
                        <w:lang w:val="en-GB"/>
                      </w:rPr>
                      <w:t xml:space="preserve">Dipl.-Ing. Johannes </w:t>
                    </w:r>
                    <w:proofErr w:type="spellStart"/>
                    <w:r w:rsidRPr="00971265">
                      <w:rPr>
                        <w:lang w:val="en-GB"/>
                      </w:rPr>
                      <w:t>Dallmer</w:t>
                    </w:r>
                    <w:proofErr w:type="spellEnd"/>
                  </w:p>
                  <w:p w14:paraId="2F65FB58" w14:textId="77777777" w:rsidR="005328A6" w:rsidRPr="00386BD8" w:rsidRDefault="005328A6" w:rsidP="00B14D73">
                    <w:pPr>
                      <w:pStyle w:val="DALLMERUnivers"/>
                      <w:rPr>
                        <w:lang w:val="en-GB"/>
                      </w:rPr>
                    </w:pPr>
                    <w:r w:rsidRPr="00971265">
                      <w:rPr>
                        <w:lang w:val="en-GB"/>
                      </w:rPr>
                      <w:t>Dipl.-</w:t>
                    </w:r>
                    <w:proofErr w:type="spellStart"/>
                    <w:r w:rsidRPr="00971265">
                      <w:rPr>
                        <w:lang w:val="en-GB"/>
                      </w:rPr>
                      <w:t>Btrw</w:t>
                    </w:r>
                    <w:proofErr w:type="spellEnd"/>
                    <w:r w:rsidRPr="00971265">
                      <w:rPr>
                        <w:lang w:val="en-GB"/>
                      </w:rPr>
                      <w:t xml:space="preserve">. </w:t>
                    </w:r>
                    <w:r w:rsidRPr="00386BD8">
                      <w:rPr>
                        <w:lang w:val="en-GB"/>
                      </w:rPr>
                      <w:t xml:space="preserve">Yvonne </w:t>
                    </w:r>
                    <w:proofErr w:type="spellStart"/>
                    <w:r w:rsidRPr="00386BD8">
                      <w:rPr>
                        <w:lang w:val="en-GB"/>
                      </w:rPr>
                      <w:t>Dallmer</w:t>
                    </w:r>
                    <w:proofErr w:type="spellEnd"/>
                  </w:p>
                  <w:p w14:paraId="76682D1E" w14:textId="77777777" w:rsidR="005328A6" w:rsidRPr="00386BD8" w:rsidRDefault="005328A6" w:rsidP="00B14D73">
                    <w:pPr>
                      <w:pStyle w:val="DALLMERUnivers"/>
                      <w:rPr>
                        <w:lang w:val="en-GB"/>
                      </w:rPr>
                    </w:pPr>
                    <w:r w:rsidRPr="00386BD8">
                      <w:rPr>
                        <w:lang w:val="en-GB"/>
                      </w:rPr>
                      <w:t xml:space="preserve">Dipl.-Ing. Harry </w:t>
                    </w:r>
                    <w:proofErr w:type="spellStart"/>
                    <w:r w:rsidRPr="00386BD8">
                      <w:rPr>
                        <w:lang w:val="en-GB"/>
                      </w:rPr>
                      <w:t>Bauermeister</w:t>
                    </w:r>
                    <w:proofErr w:type="spellEnd"/>
                  </w:p>
                  <w:p w14:paraId="1597C30C" w14:textId="77777777" w:rsidR="005328A6" w:rsidRPr="00386BD8" w:rsidRDefault="005328A6" w:rsidP="00B14D73">
                    <w:pPr>
                      <w:pStyle w:val="DALLMERUnivers"/>
                      <w:rPr>
                        <w:lang w:val="en-GB"/>
                      </w:rPr>
                    </w:pPr>
                  </w:p>
                  <w:p w14:paraId="7A22739B" w14:textId="77777777" w:rsidR="005328A6" w:rsidRPr="00386BD8" w:rsidRDefault="005328A6" w:rsidP="00B14D73">
                    <w:pPr>
                      <w:pStyle w:val="DALLMERUnivers"/>
                      <w:rPr>
                        <w:lang w:val="en-GB"/>
                      </w:rPr>
                    </w:pPr>
                  </w:p>
                  <w:p w14:paraId="16B9EFC1" w14:textId="77777777" w:rsidR="005328A6" w:rsidRPr="00386BD8" w:rsidRDefault="005328A6" w:rsidP="00B14D73">
                    <w:pPr>
                      <w:pStyle w:val="DALLMERUnivers"/>
                      <w:rPr>
                        <w:lang w:val="en-GB"/>
                      </w:rPr>
                    </w:pPr>
                  </w:p>
                  <w:p w14:paraId="762F8F0F" w14:textId="77777777" w:rsidR="005328A6" w:rsidRPr="00386BD8" w:rsidRDefault="005328A6" w:rsidP="00D90348">
                    <w:pPr>
                      <w:pStyle w:val="DALLMERUnivers"/>
                      <w:rPr>
                        <w:lang w:val="en-GB"/>
                      </w:rPr>
                    </w:pPr>
                    <w:r w:rsidRPr="00386BD8">
                      <w:rPr>
                        <w:lang w:val="en-GB"/>
                      </w:rPr>
                      <w:t>Reprint free of charge - copy requested</w:t>
                    </w:r>
                  </w:p>
                  <w:p w14:paraId="19902B63" w14:textId="77777777" w:rsidR="005328A6" w:rsidRPr="00386BD8" w:rsidRDefault="005328A6" w:rsidP="00B14D73">
                    <w:pPr>
                      <w:pStyle w:val="DALLMERUnivers"/>
                      <w:rPr>
                        <w:lang w:val="en-GB"/>
                      </w:rPr>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503"/>
    <w:multiLevelType w:val="hybridMultilevel"/>
    <w:tmpl w:val="5B9E27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30952DD"/>
    <w:multiLevelType w:val="hybridMultilevel"/>
    <w:tmpl w:val="26E6AC1E"/>
    <w:lvl w:ilvl="0" w:tplc="9206875A">
      <w:numFmt w:val="bullet"/>
      <w:lvlText w:val="-"/>
      <w:lvlJc w:val="left"/>
      <w:pPr>
        <w:ind w:left="720" w:hanging="360"/>
      </w:pPr>
      <w:rPr>
        <w:rFonts w:ascii="Univers Com 47 Light Cond" w:eastAsia="Times New Roman" w:hAnsi="Univers Com 47 Light C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6E42FD"/>
    <w:multiLevelType w:val="hybridMultilevel"/>
    <w:tmpl w:val="1C8EB4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165B2"/>
    <w:rsid w:val="00020092"/>
    <w:rsid w:val="0002270B"/>
    <w:rsid w:val="0002443B"/>
    <w:rsid w:val="00033AAA"/>
    <w:rsid w:val="00033C36"/>
    <w:rsid w:val="0004009E"/>
    <w:rsid w:val="00040E7D"/>
    <w:rsid w:val="00041624"/>
    <w:rsid w:val="00043DE9"/>
    <w:rsid w:val="00044676"/>
    <w:rsid w:val="00044B09"/>
    <w:rsid w:val="0004661A"/>
    <w:rsid w:val="00046673"/>
    <w:rsid w:val="00046696"/>
    <w:rsid w:val="00052C5B"/>
    <w:rsid w:val="00053B39"/>
    <w:rsid w:val="00056B23"/>
    <w:rsid w:val="0006031A"/>
    <w:rsid w:val="00062E85"/>
    <w:rsid w:val="00066F80"/>
    <w:rsid w:val="00067BA3"/>
    <w:rsid w:val="00067E5F"/>
    <w:rsid w:val="000737E0"/>
    <w:rsid w:val="00073D6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0FFF"/>
    <w:rsid w:val="000C110B"/>
    <w:rsid w:val="000C279A"/>
    <w:rsid w:val="000C39D8"/>
    <w:rsid w:val="000C523C"/>
    <w:rsid w:val="000C57A0"/>
    <w:rsid w:val="000D2212"/>
    <w:rsid w:val="000D3938"/>
    <w:rsid w:val="000D4C59"/>
    <w:rsid w:val="000D4C5D"/>
    <w:rsid w:val="000D580A"/>
    <w:rsid w:val="000D5C56"/>
    <w:rsid w:val="000D661A"/>
    <w:rsid w:val="000D7580"/>
    <w:rsid w:val="000E1C3B"/>
    <w:rsid w:val="000E20A8"/>
    <w:rsid w:val="000E2CC8"/>
    <w:rsid w:val="000F2F7A"/>
    <w:rsid w:val="000F653E"/>
    <w:rsid w:val="000F6BFA"/>
    <w:rsid w:val="00104AB5"/>
    <w:rsid w:val="00106C3C"/>
    <w:rsid w:val="00106EFC"/>
    <w:rsid w:val="0010703D"/>
    <w:rsid w:val="00111730"/>
    <w:rsid w:val="001118EB"/>
    <w:rsid w:val="00112BBF"/>
    <w:rsid w:val="00112DF7"/>
    <w:rsid w:val="00112E99"/>
    <w:rsid w:val="0011339C"/>
    <w:rsid w:val="001136DF"/>
    <w:rsid w:val="00113A99"/>
    <w:rsid w:val="00114293"/>
    <w:rsid w:val="00115945"/>
    <w:rsid w:val="00115C14"/>
    <w:rsid w:val="0011619F"/>
    <w:rsid w:val="001168AB"/>
    <w:rsid w:val="0012185B"/>
    <w:rsid w:val="00121EE0"/>
    <w:rsid w:val="0012206B"/>
    <w:rsid w:val="00123B2A"/>
    <w:rsid w:val="001244EC"/>
    <w:rsid w:val="0012485A"/>
    <w:rsid w:val="00124F65"/>
    <w:rsid w:val="00126DBB"/>
    <w:rsid w:val="0013039B"/>
    <w:rsid w:val="0013165C"/>
    <w:rsid w:val="00132340"/>
    <w:rsid w:val="00132E37"/>
    <w:rsid w:val="00134A32"/>
    <w:rsid w:val="00135269"/>
    <w:rsid w:val="001374AD"/>
    <w:rsid w:val="00140B52"/>
    <w:rsid w:val="0014137B"/>
    <w:rsid w:val="00142741"/>
    <w:rsid w:val="00143EF2"/>
    <w:rsid w:val="0014648F"/>
    <w:rsid w:val="00150BB7"/>
    <w:rsid w:val="00150D30"/>
    <w:rsid w:val="00151504"/>
    <w:rsid w:val="00154C74"/>
    <w:rsid w:val="00156196"/>
    <w:rsid w:val="00162DD3"/>
    <w:rsid w:val="00166373"/>
    <w:rsid w:val="0016641B"/>
    <w:rsid w:val="00167651"/>
    <w:rsid w:val="00173539"/>
    <w:rsid w:val="00173568"/>
    <w:rsid w:val="001736F0"/>
    <w:rsid w:val="00174F0B"/>
    <w:rsid w:val="00177742"/>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49A"/>
    <w:rsid w:val="001B35C3"/>
    <w:rsid w:val="001B3AA1"/>
    <w:rsid w:val="001B41E1"/>
    <w:rsid w:val="001B51BA"/>
    <w:rsid w:val="001B5DBA"/>
    <w:rsid w:val="001B6CD0"/>
    <w:rsid w:val="001C0BA9"/>
    <w:rsid w:val="001C1A62"/>
    <w:rsid w:val="001C1E36"/>
    <w:rsid w:val="001C2C1D"/>
    <w:rsid w:val="001C33D5"/>
    <w:rsid w:val="001C3FE2"/>
    <w:rsid w:val="001C4411"/>
    <w:rsid w:val="001C510F"/>
    <w:rsid w:val="001C6146"/>
    <w:rsid w:val="001C68CF"/>
    <w:rsid w:val="001D16CB"/>
    <w:rsid w:val="001D19EB"/>
    <w:rsid w:val="001D245E"/>
    <w:rsid w:val="001D2A53"/>
    <w:rsid w:val="001E1D42"/>
    <w:rsid w:val="001E26C5"/>
    <w:rsid w:val="001E42D2"/>
    <w:rsid w:val="001E4CAE"/>
    <w:rsid w:val="001E7E20"/>
    <w:rsid w:val="001E7F43"/>
    <w:rsid w:val="001F351A"/>
    <w:rsid w:val="001F40CC"/>
    <w:rsid w:val="001F4E45"/>
    <w:rsid w:val="001F6947"/>
    <w:rsid w:val="001F703E"/>
    <w:rsid w:val="00200735"/>
    <w:rsid w:val="0020079F"/>
    <w:rsid w:val="00202B0E"/>
    <w:rsid w:val="002074A6"/>
    <w:rsid w:val="00211611"/>
    <w:rsid w:val="00213C4F"/>
    <w:rsid w:val="00215C69"/>
    <w:rsid w:val="00215EC6"/>
    <w:rsid w:val="002163A2"/>
    <w:rsid w:val="002167AC"/>
    <w:rsid w:val="00217952"/>
    <w:rsid w:val="00217D28"/>
    <w:rsid w:val="002218FC"/>
    <w:rsid w:val="00222530"/>
    <w:rsid w:val="00224233"/>
    <w:rsid w:val="00225C57"/>
    <w:rsid w:val="002308EF"/>
    <w:rsid w:val="00231FAE"/>
    <w:rsid w:val="00232B62"/>
    <w:rsid w:val="002360F2"/>
    <w:rsid w:val="00236986"/>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135E"/>
    <w:rsid w:val="002749D4"/>
    <w:rsid w:val="00274AAC"/>
    <w:rsid w:val="00275CF5"/>
    <w:rsid w:val="002814AF"/>
    <w:rsid w:val="00281D8E"/>
    <w:rsid w:val="0028462F"/>
    <w:rsid w:val="00284F5F"/>
    <w:rsid w:val="00290658"/>
    <w:rsid w:val="0029257D"/>
    <w:rsid w:val="00294631"/>
    <w:rsid w:val="002967D8"/>
    <w:rsid w:val="002971B2"/>
    <w:rsid w:val="002A0B32"/>
    <w:rsid w:val="002A1EC1"/>
    <w:rsid w:val="002A206D"/>
    <w:rsid w:val="002A22C0"/>
    <w:rsid w:val="002A2486"/>
    <w:rsid w:val="002A2A6D"/>
    <w:rsid w:val="002A2F78"/>
    <w:rsid w:val="002A5327"/>
    <w:rsid w:val="002A5A29"/>
    <w:rsid w:val="002B0D98"/>
    <w:rsid w:val="002B1BF3"/>
    <w:rsid w:val="002B31F6"/>
    <w:rsid w:val="002B61A2"/>
    <w:rsid w:val="002B6893"/>
    <w:rsid w:val="002B722F"/>
    <w:rsid w:val="002C3334"/>
    <w:rsid w:val="002C4329"/>
    <w:rsid w:val="002C68FD"/>
    <w:rsid w:val="002C7882"/>
    <w:rsid w:val="002D0699"/>
    <w:rsid w:val="002D31BA"/>
    <w:rsid w:val="002D3894"/>
    <w:rsid w:val="002D4716"/>
    <w:rsid w:val="002D7547"/>
    <w:rsid w:val="002D7793"/>
    <w:rsid w:val="002D7A94"/>
    <w:rsid w:val="002E3ACE"/>
    <w:rsid w:val="002E4229"/>
    <w:rsid w:val="002E6140"/>
    <w:rsid w:val="002E66A4"/>
    <w:rsid w:val="002E68C4"/>
    <w:rsid w:val="002E7823"/>
    <w:rsid w:val="002E7904"/>
    <w:rsid w:val="002F09E6"/>
    <w:rsid w:val="002F1098"/>
    <w:rsid w:val="002F23D9"/>
    <w:rsid w:val="002F4167"/>
    <w:rsid w:val="002F6D88"/>
    <w:rsid w:val="002F7C57"/>
    <w:rsid w:val="00301AFE"/>
    <w:rsid w:val="003066C2"/>
    <w:rsid w:val="00306CB2"/>
    <w:rsid w:val="0030728B"/>
    <w:rsid w:val="00307A75"/>
    <w:rsid w:val="0031044D"/>
    <w:rsid w:val="003108E4"/>
    <w:rsid w:val="00312018"/>
    <w:rsid w:val="00312D73"/>
    <w:rsid w:val="00314843"/>
    <w:rsid w:val="00315D57"/>
    <w:rsid w:val="0031609D"/>
    <w:rsid w:val="003179C3"/>
    <w:rsid w:val="00320247"/>
    <w:rsid w:val="00320B88"/>
    <w:rsid w:val="00323488"/>
    <w:rsid w:val="00323C11"/>
    <w:rsid w:val="00323E89"/>
    <w:rsid w:val="00326128"/>
    <w:rsid w:val="003300F0"/>
    <w:rsid w:val="00330B89"/>
    <w:rsid w:val="003314CB"/>
    <w:rsid w:val="00331D85"/>
    <w:rsid w:val="00332B2E"/>
    <w:rsid w:val="00332CBB"/>
    <w:rsid w:val="003335E7"/>
    <w:rsid w:val="00340FDE"/>
    <w:rsid w:val="00344271"/>
    <w:rsid w:val="00344345"/>
    <w:rsid w:val="003455F7"/>
    <w:rsid w:val="003460B2"/>
    <w:rsid w:val="003466F6"/>
    <w:rsid w:val="0034724C"/>
    <w:rsid w:val="00351390"/>
    <w:rsid w:val="00351A5B"/>
    <w:rsid w:val="003521B0"/>
    <w:rsid w:val="00352D92"/>
    <w:rsid w:val="00353FB8"/>
    <w:rsid w:val="00355882"/>
    <w:rsid w:val="00356033"/>
    <w:rsid w:val="00362957"/>
    <w:rsid w:val="00365129"/>
    <w:rsid w:val="0036597D"/>
    <w:rsid w:val="00366871"/>
    <w:rsid w:val="00373F03"/>
    <w:rsid w:val="00375122"/>
    <w:rsid w:val="00382696"/>
    <w:rsid w:val="00383810"/>
    <w:rsid w:val="00383C86"/>
    <w:rsid w:val="00385F30"/>
    <w:rsid w:val="00386BD8"/>
    <w:rsid w:val="00386C51"/>
    <w:rsid w:val="003913EA"/>
    <w:rsid w:val="00392BFB"/>
    <w:rsid w:val="0039666C"/>
    <w:rsid w:val="0039787F"/>
    <w:rsid w:val="003A25CC"/>
    <w:rsid w:val="003A5F22"/>
    <w:rsid w:val="003A776D"/>
    <w:rsid w:val="003B01D3"/>
    <w:rsid w:val="003B1005"/>
    <w:rsid w:val="003B1883"/>
    <w:rsid w:val="003B548B"/>
    <w:rsid w:val="003B5F94"/>
    <w:rsid w:val="003B7B8E"/>
    <w:rsid w:val="003C0B86"/>
    <w:rsid w:val="003C2692"/>
    <w:rsid w:val="003C5EBD"/>
    <w:rsid w:val="003D11F8"/>
    <w:rsid w:val="003D37EF"/>
    <w:rsid w:val="003D3950"/>
    <w:rsid w:val="003D456C"/>
    <w:rsid w:val="003D6100"/>
    <w:rsid w:val="003D729A"/>
    <w:rsid w:val="003D7983"/>
    <w:rsid w:val="003E168B"/>
    <w:rsid w:val="003E23F4"/>
    <w:rsid w:val="003E40BE"/>
    <w:rsid w:val="003E595F"/>
    <w:rsid w:val="003E7B0E"/>
    <w:rsid w:val="003F0F89"/>
    <w:rsid w:val="003F1125"/>
    <w:rsid w:val="003F1306"/>
    <w:rsid w:val="003F13D1"/>
    <w:rsid w:val="003F4A3F"/>
    <w:rsid w:val="003F6382"/>
    <w:rsid w:val="003F7262"/>
    <w:rsid w:val="00401C5D"/>
    <w:rsid w:val="00402F22"/>
    <w:rsid w:val="004033DD"/>
    <w:rsid w:val="00403B8D"/>
    <w:rsid w:val="0040573F"/>
    <w:rsid w:val="0040691C"/>
    <w:rsid w:val="00407409"/>
    <w:rsid w:val="0040762C"/>
    <w:rsid w:val="00410091"/>
    <w:rsid w:val="004105D6"/>
    <w:rsid w:val="00413464"/>
    <w:rsid w:val="00413B57"/>
    <w:rsid w:val="00414C46"/>
    <w:rsid w:val="00415383"/>
    <w:rsid w:val="00416B26"/>
    <w:rsid w:val="004205B1"/>
    <w:rsid w:val="00424B55"/>
    <w:rsid w:val="00424BAD"/>
    <w:rsid w:val="00424E6D"/>
    <w:rsid w:val="00424F55"/>
    <w:rsid w:val="0042529A"/>
    <w:rsid w:val="0042685B"/>
    <w:rsid w:val="00426CE0"/>
    <w:rsid w:val="00426FAC"/>
    <w:rsid w:val="00427123"/>
    <w:rsid w:val="0043093C"/>
    <w:rsid w:val="00430B3F"/>
    <w:rsid w:val="00431B2E"/>
    <w:rsid w:val="004347FD"/>
    <w:rsid w:val="004364C1"/>
    <w:rsid w:val="00436712"/>
    <w:rsid w:val="00436CBA"/>
    <w:rsid w:val="00442103"/>
    <w:rsid w:val="00442739"/>
    <w:rsid w:val="004430C9"/>
    <w:rsid w:val="00444FBE"/>
    <w:rsid w:val="004472E5"/>
    <w:rsid w:val="00450088"/>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691"/>
    <w:rsid w:val="00494903"/>
    <w:rsid w:val="0049497A"/>
    <w:rsid w:val="00495A11"/>
    <w:rsid w:val="00496822"/>
    <w:rsid w:val="00497A6E"/>
    <w:rsid w:val="004A0869"/>
    <w:rsid w:val="004A31F6"/>
    <w:rsid w:val="004A470E"/>
    <w:rsid w:val="004A6098"/>
    <w:rsid w:val="004B13D8"/>
    <w:rsid w:val="004B20BE"/>
    <w:rsid w:val="004B2E75"/>
    <w:rsid w:val="004B463E"/>
    <w:rsid w:val="004B56DB"/>
    <w:rsid w:val="004B77DE"/>
    <w:rsid w:val="004C101C"/>
    <w:rsid w:val="004C3745"/>
    <w:rsid w:val="004C3835"/>
    <w:rsid w:val="004C6052"/>
    <w:rsid w:val="004C7019"/>
    <w:rsid w:val="004D0356"/>
    <w:rsid w:val="004D4715"/>
    <w:rsid w:val="004D77AE"/>
    <w:rsid w:val="004E7828"/>
    <w:rsid w:val="004F0667"/>
    <w:rsid w:val="004F190A"/>
    <w:rsid w:val="004F3FED"/>
    <w:rsid w:val="004F478E"/>
    <w:rsid w:val="004F4BCC"/>
    <w:rsid w:val="004F4D36"/>
    <w:rsid w:val="004F544E"/>
    <w:rsid w:val="004F54B6"/>
    <w:rsid w:val="004F5CED"/>
    <w:rsid w:val="004F6653"/>
    <w:rsid w:val="004F7D8D"/>
    <w:rsid w:val="00502A28"/>
    <w:rsid w:val="00505A0C"/>
    <w:rsid w:val="00506912"/>
    <w:rsid w:val="0050691E"/>
    <w:rsid w:val="005106C3"/>
    <w:rsid w:val="00511089"/>
    <w:rsid w:val="00511716"/>
    <w:rsid w:val="005148E6"/>
    <w:rsid w:val="005170F7"/>
    <w:rsid w:val="00517A02"/>
    <w:rsid w:val="00520336"/>
    <w:rsid w:val="00522260"/>
    <w:rsid w:val="00525755"/>
    <w:rsid w:val="00526BCC"/>
    <w:rsid w:val="0052740B"/>
    <w:rsid w:val="00531A85"/>
    <w:rsid w:val="005328A6"/>
    <w:rsid w:val="00532BD0"/>
    <w:rsid w:val="0053338E"/>
    <w:rsid w:val="00534BF2"/>
    <w:rsid w:val="00534CE2"/>
    <w:rsid w:val="0053553B"/>
    <w:rsid w:val="0053583A"/>
    <w:rsid w:val="005361D0"/>
    <w:rsid w:val="0053663D"/>
    <w:rsid w:val="005371D7"/>
    <w:rsid w:val="00537798"/>
    <w:rsid w:val="00537DB7"/>
    <w:rsid w:val="005405A8"/>
    <w:rsid w:val="00542179"/>
    <w:rsid w:val="0054233B"/>
    <w:rsid w:val="00542937"/>
    <w:rsid w:val="00550202"/>
    <w:rsid w:val="0055113A"/>
    <w:rsid w:val="00551775"/>
    <w:rsid w:val="00555176"/>
    <w:rsid w:val="00555759"/>
    <w:rsid w:val="00555BD4"/>
    <w:rsid w:val="00555F99"/>
    <w:rsid w:val="005570C2"/>
    <w:rsid w:val="00560ED2"/>
    <w:rsid w:val="005700D0"/>
    <w:rsid w:val="0057140C"/>
    <w:rsid w:val="00572EF5"/>
    <w:rsid w:val="005730EA"/>
    <w:rsid w:val="00573138"/>
    <w:rsid w:val="00573B7B"/>
    <w:rsid w:val="00573CA4"/>
    <w:rsid w:val="005777BD"/>
    <w:rsid w:val="00581B6E"/>
    <w:rsid w:val="00582429"/>
    <w:rsid w:val="00583D88"/>
    <w:rsid w:val="0058556E"/>
    <w:rsid w:val="00585751"/>
    <w:rsid w:val="00590E29"/>
    <w:rsid w:val="00591067"/>
    <w:rsid w:val="00592665"/>
    <w:rsid w:val="00593D2C"/>
    <w:rsid w:val="0059479C"/>
    <w:rsid w:val="005966C2"/>
    <w:rsid w:val="0059787C"/>
    <w:rsid w:val="005A0266"/>
    <w:rsid w:val="005A0FDC"/>
    <w:rsid w:val="005A2267"/>
    <w:rsid w:val="005A4AAD"/>
    <w:rsid w:val="005B098C"/>
    <w:rsid w:val="005B11D2"/>
    <w:rsid w:val="005B174E"/>
    <w:rsid w:val="005B1827"/>
    <w:rsid w:val="005B1C6F"/>
    <w:rsid w:val="005B2374"/>
    <w:rsid w:val="005B3DF0"/>
    <w:rsid w:val="005B4B1A"/>
    <w:rsid w:val="005B68F5"/>
    <w:rsid w:val="005C1C6A"/>
    <w:rsid w:val="005C3056"/>
    <w:rsid w:val="005C33B4"/>
    <w:rsid w:val="005C349A"/>
    <w:rsid w:val="005C39D6"/>
    <w:rsid w:val="005C618A"/>
    <w:rsid w:val="005D0A90"/>
    <w:rsid w:val="005D1660"/>
    <w:rsid w:val="005D3199"/>
    <w:rsid w:val="005D39BC"/>
    <w:rsid w:val="005D3D15"/>
    <w:rsid w:val="005D4EC8"/>
    <w:rsid w:val="005E05D9"/>
    <w:rsid w:val="005E5590"/>
    <w:rsid w:val="005E7A6D"/>
    <w:rsid w:val="005F1541"/>
    <w:rsid w:val="005F154C"/>
    <w:rsid w:val="005F15F3"/>
    <w:rsid w:val="005F22F8"/>
    <w:rsid w:val="005F47F1"/>
    <w:rsid w:val="005F50F5"/>
    <w:rsid w:val="005F7027"/>
    <w:rsid w:val="005F71B4"/>
    <w:rsid w:val="005F7372"/>
    <w:rsid w:val="00601D0D"/>
    <w:rsid w:val="00604CCE"/>
    <w:rsid w:val="00604FBE"/>
    <w:rsid w:val="006058E7"/>
    <w:rsid w:val="00605C27"/>
    <w:rsid w:val="00607819"/>
    <w:rsid w:val="00610A3A"/>
    <w:rsid w:val="00615E57"/>
    <w:rsid w:val="00621500"/>
    <w:rsid w:val="00621B38"/>
    <w:rsid w:val="00623E1A"/>
    <w:rsid w:val="006258C5"/>
    <w:rsid w:val="00626E82"/>
    <w:rsid w:val="00632A71"/>
    <w:rsid w:val="00633B1F"/>
    <w:rsid w:val="00633CC1"/>
    <w:rsid w:val="0063594A"/>
    <w:rsid w:val="006404C0"/>
    <w:rsid w:val="006503C9"/>
    <w:rsid w:val="00653217"/>
    <w:rsid w:val="00654B3A"/>
    <w:rsid w:val="0066074E"/>
    <w:rsid w:val="006628D9"/>
    <w:rsid w:val="006636CF"/>
    <w:rsid w:val="006657C6"/>
    <w:rsid w:val="006670A4"/>
    <w:rsid w:val="00667363"/>
    <w:rsid w:val="0066798E"/>
    <w:rsid w:val="00674453"/>
    <w:rsid w:val="00674634"/>
    <w:rsid w:val="00674BBC"/>
    <w:rsid w:val="0067652D"/>
    <w:rsid w:val="00677300"/>
    <w:rsid w:val="006774A6"/>
    <w:rsid w:val="00677940"/>
    <w:rsid w:val="00677B29"/>
    <w:rsid w:val="00677C72"/>
    <w:rsid w:val="006809C6"/>
    <w:rsid w:val="00680F73"/>
    <w:rsid w:val="00682D7B"/>
    <w:rsid w:val="006851C1"/>
    <w:rsid w:val="00693DD8"/>
    <w:rsid w:val="00694487"/>
    <w:rsid w:val="00696B8C"/>
    <w:rsid w:val="006A0B7F"/>
    <w:rsid w:val="006A41EC"/>
    <w:rsid w:val="006A4BFE"/>
    <w:rsid w:val="006A5060"/>
    <w:rsid w:val="006A6204"/>
    <w:rsid w:val="006B073C"/>
    <w:rsid w:val="006B0AEF"/>
    <w:rsid w:val="006B5F51"/>
    <w:rsid w:val="006B6132"/>
    <w:rsid w:val="006B61BB"/>
    <w:rsid w:val="006B64B4"/>
    <w:rsid w:val="006B7DFD"/>
    <w:rsid w:val="006C2786"/>
    <w:rsid w:val="006D05F0"/>
    <w:rsid w:val="006D0A2B"/>
    <w:rsid w:val="006D2D19"/>
    <w:rsid w:val="006D4391"/>
    <w:rsid w:val="006D4A78"/>
    <w:rsid w:val="006D4C22"/>
    <w:rsid w:val="006D5750"/>
    <w:rsid w:val="006D6D61"/>
    <w:rsid w:val="006E11F9"/>
    <w:rsid w:val="006E4ACA"/>
    <w:rsid w:val="006E6022"/>
    <w:rsid w:val="006E6296"/>
    <w:rsid w:val="006E6B66"/>
    <w:rsid w:val="006F0518"/>
    <w:rsid w:val="006F222F"/>
    <w:rsid w:val="006F41C7"/>
    <w:rsid w:val="006F5BCD"/>
    <w:rsid w:val="006F5BD5"/>
    <w:rsid w:val="006F7ECA"/>
    <w:rsid w:val="00702265"/>
    <w:rsid w:val="00702AA8"/>
    <w:rsid w:val="00707F88"/>
    <w:rsid w:val="007139D3"/>
    <w:rsid w:val="007139F0"/>
    <w:rsid w:val="007143B8"/>
    <w:rsid w:val="00715864"/>
    <w:rsid w:val="0071599A"/>
    <w:rsid w:val="00723E32"/>
    <w:rsid w:val="0072494F"/>
    <w:rsid w:val="00724B0A"/>
    <w:rsid w:val="00724C9B"/>
    <w:rsid w:val="00724DB7"/>
    <w:rsid w:val="00733A78"/>
    <w:rsid w:val="00734DD7"/>
    <w:rsid w:val="00736DBB"/>
    <w:rsid w:val="00736F57"/>
    <w:rsid w:val="00742403"/>
    <w:rsid w:val="00743648"/>
    <w:rsid w:val="007437B6"/>
    <w:rsid w:val="0074440E"/>
    <w:rsid w:val="00744B2F"/>
    <w:rsid w:val="0074717D"/>
    <w:rsid w:val="00747A79"/>
    <w:rsid w:val="007500CA"/>
    <w:rsid w:val="0075148F"/>
    <w:rsid w:val="00751C91"/>
    <w:rsid w:val="00752E6F"/>
    <w:rsid w:val="00755983"/>
    <w:rsid w:val="007561E0"/>
    <w:rsid w:val="00756781"/>
    <w:rsid w:val="007573E0"/>
    <w:rsid w:val="00760BC0"/>
    <w:rsid w:val="00765001"/>
    <w:rsid w:val="00767323"/>
    <w:rsid w:val="007718CA"/>
    <w:rsid w:val="00771FC6"/>
    <w:rsid w:val="00772209"/>
    <w:rsid w:val="0077263D"/>
    <w:rsid w:val="00774D9A"/>
    <w:rsid w:val="0078249E"/>
    <w:rsid w:val="00784491"/>
    <w:rsid w:val="00784660"/>
    <w:rsid w:val="00784A68"/>
    <w:rsid w:val="00785F1D"/>
    <w:rsid w:val="00786B16"/>
    <w:rsid w:val="00787513"/>
    <w:rsid w:val="00791FEA"/>
    <w:rsid w:val="00792A34"/>
    <w:rsid w:val="00792FA0"/>
    <w:rsid w:val="007935BC"/>
    <w:rsid w:val="00794833"/>
    <w:rsid w:val="00795E31"/>
    <w:rsid w:val="007974FB"/>
    <w:rsid w:val="00797FE2"/>
    <w:rsid w:val="007A121E"/>
    <w:rsid w:val="007A1EC8"/>
    <w:rsid w:val="007A3D24"/>
    <w:rsid w:val="007A4D1B"/>
    <w:rsid w:val="007A7F8A"/>
    <w:rsid w:val="007B02EA"/>
    <w:rsid w:val="007B1190"/>
    <w:rsid w:val="007B39B9"/>
    <w:rsid w:val="007B3D35"/>
    <w:rsid w:val="007B53B5"/>
    <w:rsid w:val="007B6BC1"/>
    <w:rsid w:val="007C5A62"/>
    <w:rsid w:val="007C63B4"/>
    <w:rsid w:val="007C6909"/>
    <w:rsid w:val="007C6C2F"/>
    <w:rsid w:val="007C6D1C"/>
    <w:rsid w:val="007C77D7"/>
    <w:rsid w:val="007D4881"/>
    <w:rsid w:val="007E17AC"/>
    <w:rsid w:val="007E18C6"/>
    <w:rsid w:val="007E1F57"/>
    <w:rsid w:val="007E36F1"/>
    <w:rsid w:val="007E3AB6"/>
    <w:rsid w:val="007E4503"/>
    <w:rsid w:val="007E46CB"/>
    <w:rsid w:val="007E472D"/>
    <w:rsid w:val="007E4CC9"/>
    <w:rsid w:val="007E6C22"/>
    <w:rsid w:val="007E722E"/>
    <w:rsid w:val="007F0D36"/>
    <w:rsid w:val="007F4761"/>
    <w:rsid w:val="007F6183"/>
    <w:rsid w:val="007F7216"/>
    <w:rsid w:val="00801BB9"/>
    <w:rsid w:val="00801C23"/>
    <w:rsid w:val="00803775"/>
    <w:rsid w:val="00805501"/>
    <w:rsid w:val="00807488"/>
    <w:rsid w:val="008077AB"/>
    <w:rsid w:val="00817965"/>
    <w:rsid w:val="008224A9"/>
    <w:rsid w:val="00824511"/>
    <w:rsid w:val="0082576A"/>
    <w:rsid w:val="008268C5"/>
    <w:rsid w:val="00826950"/>
    <w:rsid w:val="008271F1"/>
    <w:rsid w:val="00832338"/>
    <w:rsid w:val="00835607"/>
    <w:rsid w:val="00836838"/>
    <w:rsid w:val="00836C50"/>
    <w:rsid w:val="0084116D"/>
    <w:rsid w:val="00842FB7"/>
    <w:rsid w:val="008432AB"/>
    <w:rsid w:val="008442CB"/>
    <w:rsid w:val="0084492D"/>
    <w:rsid w:val="00844D3D"/>
    <w:rsid w:val="00855546"/>
    <w:rsid w:val="00860CB5"/>
    <w:rsid w:val="00860F1C"/>
    <w:rsid w:val="00863296"/>
    <w:rsid w:val="00864C51"/>
    <w:rsid w:val="00865132"/>
    <w:rsid w:val="00867F22"/>
    <w:rsid w:val="00875A4C"/>
    <w:rsid w:val="008763BF"/>
    <w:rsid w:val="00876482"/>
    <w:rsid w:val="00876EF5"/>
    <w:rsid w:val="00880539"/>
    <w:rsid w:val="00885859"/>
    <w:rsid w:val="008867BF"/>
    <w:rsid w:val="008871FF"/>
    <w:rsid w:val="008875A9"/>
    <w:rsid w:val="0088770B"/>
    <w:rsid w:val="00892A41"/>
    <w:rsid w:val="00894423"/>
    <w:rsid w:val="008950C4"/>
    <w:rsid w:val="008954AD"/>
    <w:rsid w:val="00896DF4"/>
    <w:rsid w:val="008975BD"/>
    <w:rsid w:val="008A2033"/>
    <w:rsid w:val="008A6EF1"/>
    <w:rsid w:val="008B0E34"/>
    <w:rsid w:val="008B0F79"/>
    <w:rsid w:val="008B1D11"/>
    <w:rsid w:val="008B1E7C"/>
    <w:rsid w:val="008B2598"/>
    <w:rsid w:val="008B2C09"/>
    <w:rsid w:val="008B3EF2"/>
    <w:rsid w:val="008B44CD"/>
    <w:rsid w:val="008B4EDC"/>
    <w:rsid w:val="008B5473"/>
    <w:rsid w:val="008B5D49"/>
    <w:rsid w:val="008B798E"/>
    <w:rsid w:val="008B7C84"/>
    <w:rsid w:val="008B7E96"/>
    <w:rsid w:val="008C285A"/>
    <w:rsid w:val="008C2D62"/>
    <w:rsid w:val="008C56AB"/>
    <w:rsid w:val="008C6D2F"/>
    <w:rsid w:val="008D09E3"/>
    <w:rsid w:val="008D201A"/>
    <w:rsid w:val="008D55D6"/>
    <w:rsid w:val="008E4A63"/>
    <w:rsid w:val="008E5245"/>
    <w:rsid w:val="008E5BBD"/>
    <w:rsid w:val="008E5E0C"/>
    <w:rsid w:val="008F015F"/>
    <w:rsid w:val="008F1D39"/>
    <w:rsid w:val="008F2E4A"/>
    <w:rsid w:val="008F3AA9"/>
    <w:rsid w:val="008F67F2"/>
    <w:rsid w:val="008F78A0"/>
    <w:rsid w:val="00901037"/>
    <w:rsid w:val="00903C24"/>
    <w:rsid w:val="00904038"/>
    <w:rsid w:val="00911D02"/>
    <w:rsid w:val="00912C62"/>
    <w:rsid w:val="00913B64"/>
    <w:rsid w:val="00914DA1"/>
    <w:rsid w:val="00914F4A"/>
    <w:rsid w:val="009216CF"/>
    <w:rsid w:val="0092435D"/>
    <w:rsid w:val="00931527"/>
    <w:rsid w:val="00940F70"/>
    <w:rsid w:val="009417D0"/>
    <w:rsid w:val="0094217D"/>
    <w:rsid w:val="00945AC9"/>
    <w:rsid w:val="0095086A"/>
    <w:rsid w:val="0095249B"/>
    <w:rsid w:val="00954D02"/>
    <w:rsid w:val="00954F3C"/>
    <w:rsid w:val="00955560"/>
    <w:rsid w:val="00956B2D"/>
    <w:rsid w:val="00962A3A"/>
    <w:rsid w:val="00964AD0"/>
    <w:rsid w:val="009656A5"/>
    <w:rsid w:val="009675D7"/>
    <w:rsid w:val="00971265"/>
    <w:rsid w:val="009715F3"/>
    <w:rsid w:val="00972F6B"/>
    <w:rsid w:val="00973458"/>
    <w:rsid w:val="00974621"/>
    <w:rsid w:val="00977CF9"/>
    <w:rsid w:val="00980C35"/>
    <w:rsid w:val="0098131E"/>
    <w:rsid w:val="009832FD"/>
    <w:rsid w:val="0098732D"/>
    <w:rsid w:val="0099026A"/>
    <w:rsid w:val="00992E70"/>
    <w:rsid w:val="009A1F78"/>
    <w:rsid w:val="009A2054"/>
    <w:rsid w:val="009A46E0"/>
    <w:rsid w:val="009A479A"/>
    <w:rsid w:val="009A68C0"/>
    <w:rsid w:val="009B1CFE"/>
    <w:rsid w:val="009B2BD0"/>
    <w:rsid w:val="009B43B5"/>
    <w:rsid w:val="009B5721"/>
    <w:rsid w:val="009C14BF"/>
    <w:rsid w:val="009C3B7E"/>
    <w:rsid w:val="009C4C06"/>
    <w:rsid w:val="009C63FC"/>
    <w:rsid w:val="009D012D"/>
    <w:rsid w:val="009D5B89"/>
    <w:rsid w:val="009E084A"/>
    <w:rsid w:val="009E0F34"/>
    <w:rsid w:val="009E0FF0"/>
    <w:rsid w:val="009E3721"/>
    <w:rsid w:val="009E40C2"/>
    <w:rsid w:val="009E4F3D"/>
    <w:rsid w:val="009E573B"/>
    <w:rsid w:val="009E7331"/>
    <w:rsid w:val="009E762C"/>
    <w:rsid w:val="009E7DB7"/>
    <w:rsid w:val="009F1A10"/>
    <w:rsid w:val="009F34E6"/>
    <w:rsid w:val="009F411A"/>
    <w:rsid w:val="009F6EFA"/>
    <w:rsid w:val="00A003A5"/>
    <w:rsid w:val="00A012A7"/>
    <w:rsid w:val="00A01E8F"/>
    <w:rsid w:val="00A05AE6"/>
    <w:rsid w:val="00A11511"/>
    <w:rsid w:val="00A11F18"/>
    <w:rsid w:val="00A21073"/>
    <w:rsid w:val="00A219AC"/>
    <w:rsid w:val="00A22C82"/>
    <w:rsid w:val="00A240AF"/>
    <w:rsid w:val="00A25B7B"/>
    <w:rsid w:val="00A25EB3"/>
    <w:rsid w:val="00A25FAE"/>
    <w:rsid w:val="00A31344"/>
    <w:rsid w:val="00A316A1"/>
    <w:rsid w:val="00A319FD"/>
    <w:rsid w:val="00A34A63"/>
    <w:rsid w:val="00A377CA"/>
    <w:rsid w:val="00A44213"/>
    <w:rsid w:val="00A444C4"/>
    <w:rsid w:val="00A4665D"/>
    <w:rsid w:val="00A538ED"/>
    <w:rsid w:val="00A53DA5"/>
    <w:rsid w:val="00A56200"/>
    <w:rsid w:val="00A56792"/>
    <w:rsid w:val="00A57026"/>
    <w:rsid w:val="00A57B49"/>
    <w:rsid w:val="00A60174"/>
    <w:rsid w:val="00A61E2B"/>
    <w:rsid w:val="00A629F3"/>
    <w:rsid w:val="00A62D4B"/>
    <w:rsid w:val="00A66B31"/>
    <w:rsid w:val="00A66D32"/>
    <w:rsid w:val="00A70B39"/>
    <w:rsid w:val="00A70DF1"/>
    <w:rsid w:val="00A715D9"/>
    <w:rsid w:val="00A71F1B"/>
    <w:rsid w:val="00A73700"/>
    <w:rsid w:val="00A73AB6"/>
    <w:rsid w:val="00A77435"/>
    <w:rsid w:val="00A80C4B"/>
    <w:rsid w:val="00A9198B"/>
    <w:rsid w:val="00A9311E"/>
    <w:rsid w:val="00A93C8E"/>
    <w:rsid w:val="00A9493D"/>
    <w:rsid w:val="00A94D20"/>
    <w:rsid w:val="00A95D4D"/>
    <w:rsid w:val="00A96AD3"/>
    <w:rsid w:val="00AA020A"/>
    <w:rsid w:val="00AA1788"/>
    <w:rsid w:val="00AA3D0C"/>
    <w:rsid w:val="00AA4C55"/>
    <w:rsid w:val="00AA4C68"/>
    <w:rsid w:val="00AA72E9"/>
    <w:rsid w:val="00AB194B"/>
    <w:rsid w:val="00AB6AFC"/>
    <w:rsid w:val="00AB77F8"/>
    <w:rsid w:val="00AC29EA"/>
    <w:rsid w:val="00AC438C"/>
    <w:rsid w:val="00AC5CE0"/>
    <w:rsid w:val="00AC6298"/>
    <w:rsid w:val="00AC62DE"/>
    <w:rsid w:val="00AC6C75"/>
    <w:rsid w:val="00AC7B43"/>
    <w:rsid w:val="00AD1D51"/>
    <w:rsid w:val="00AD305D"/>
    <w:rsid w:val="00AD58D4"/>
    <w:rsid w:val="00AD6C86"/>
    <w:rsid w:val="00AD7F25"/>
    <w:rsid w:val="00AE0DE3"/>
    <w:rsid w:val="00AE3D4F"/>
    <w:rsid w:val="00AE5E1A"/>
    <w:rsid w:val="00AE5F18"/>
    <w:rsid w:val="00AE71CA"/>
    <w:rsid w:val="00AF1973"/>
    <w:rsid w:val="00AF2CB1"/>
    <w:rsid w:val="00AF45EA"/>
    <w:rsid w:val="00AF4E1B"/>
    <w:rsid w:val="00AF74CA"/>
    <w:rsid w:val="00B0024F"/>
    <w:rsid w:val="00B01836"/>
    <w:rsid w:val="00B01DAD"/>
    <w:rsid w:val="00B0329D"/>
    <w:rsid w:val="00B04262"/>
    <w:rsid w:val="00B04AA3"/>
    <w:rsid w:val="00B05BFF"/>
    <w:rsid w:val="00B068C7"/>
    <w:rsid w:val="00B068CB"/>
    <w:rsid w:val="00B07B3E"/>
    <w:rsid w:val="00B1033C"/>
    <w:rsid w:val="00B11411"/>
    <w:rsid w:val="00B138FD"/>
    <w:rsid w:val="00B14D73"/>
    <w:rsid w:val="00B24585"/>
    <w:rsid w:val="00B271AA"/>
    <w:rsid w:val="00B27A61"/>
    <w:rsid w:val="00B31B70"/>
    <w:rsid w:val="00B35A77"/>
    <w:rsid w:val="00B365AA"/>
    <w:rsid w:val="00B36D45"/>
    <w:rsid w:val="00B434F7"/>
    <w:rsid w:val="00B436F8"/>
    <w:rsid w:val="00B43AEC"/>
    <w:rsid w:val="00B4503F"/>
    <w:rsid w:val="00B50BAD"/>
    <w:rsid w:val="00B5153A"/>
    <w:rsid w:val="00B53B68"/>
    <w:rsid w:val="00B54C3A"/>
    <w:rsid w:val="00B61AF4"/>
    <w:rsid w:val="00B633E3"/>
    <w:rsid w:val="00B661D9"/>
    <w:rsid w:val="00B66B0F"/>
    <w:rsid w:val="00B710CD"/>
    <w:rsid w:val="00B77B95"/>
    <w:rsid w:val="00B8042F"/>
    <w:rsid w:val="00B805F7"/>
    <w:rsid w:val="00B81AD5"/>
    <w:rsid w:val="00B81DB0"/>
    <w:rsid w:val="00B82662"/>
    <w:rsid w:val="00B8554F"/>
    <w:rsid w:val="00B86370"/>
    <w:rsid w:val="00B874E6"/>
    <w:rsid w:val="00B90EAC"/>
    <w:rsid w:val="00B93030"/>
    <w:rsid w:val="00B93FCB"/>
    <w:rsid w:val="00B97E8F"/>
    <w:rsid w:val="00BA137F"/>
    <w:rsid w:val="00BA201E"/>
    <w:rsid w:val="00BA368A"/>
    <w:rsid w:val="00BB0B70"/>
    <w:rsid w:val="00BB0CDC"/>
    <w:rsid w:val="00BB2981"/>
    <w:rsid w:val="00BB328E"/>
    <w:rsid w:val="00BB3EAD"/>
    <w:rsid w:val="00BB4329"/>
    <w:rsid w:val="00BB7FA9"/>
    <w:rsid w:val="00BC214D"/>
    <w:rsid w:val="00BC3EA8"/>
    <w:rsid w:val="00BC444A"/>
    <w:rsid w:val="00BC70E3"/>
    <w:rsid w:val="00BD05BD"/>
    <w:rsid w:val="00BD1A09"/>
    <w:rsid w:val="00BD251E"/>
    <w:rsid w:val="00BD3384"/>
    <w:rsid w:val="00BE1A23"/>
    <w:rsid w:val="00BE36ED"/>
    <w:rsid w:val="00BE6204"/>
    <w:rsid w:val="00BE7734"/>
    <w:rsid w:val="00BF06FF"/>
    <w:rsid w:val="00BF0D22"/>
    <w:rsid w:val="00BF16A9"/>
    <w:rsid w:val="00BF278B"/>
    <w:rsid w:val="00BF27B6"/>
    <w:rsid w:val="00BF6FB8"/>
    <w:rsid w:val="00C0061B"/>
    <w:rsid w:val="00C00A3A"/>
    <w:rsid w:val="00C01D03"/>
    <w:rsid w:val="00C01D6F"/>
    <w:rsid w:val="00C028E5"/>
    <w:rsid w:val="00C02A61"/>
    <w:rsid w:val="00C02FEC"/>
    <w:rsid w:val="00C0453C"/>
    <w:rsid w:val="00C04C32"/>
    <w:rsid w:val="00C04FC7"/>
    <w:rsid w:val="00C1312E"/>
    <w:rsid w:val="00C14EAF"/>
    <w:rsid w:val="00C16FFC"/>
    <w:rsid w:val="00C21EB1"/>
    <w:rsid w:val="00C32906"/>
    <w:rsid w:val="00C42397"/>
    <w:rsid w:val="00C468D6"/>
    <w:rsid w:val="00C4774F"/>
    <w:rsid w:val="00C537DC"/>
    <w:rsid w:val="00C54342"/>
    <w:rsid w:val="00C54F8D"/>
    <w:rsid w:val="00C563A5"/>
    <w:rsid w:val="00C64CE1"/>
    <w:rsid w:val="00C65C33"/>
    <w:rsid w:val="00C70A94"/>
    <w:rsid w:val="00C7220F"/>
    <w:rsid w:val="00C7403D"/>
    <w:rsid w:val="00C76147"/>
    <w:rsid w:val="00C76BA0"/>
    <w:rsid w:val="00C76FC1"/>
    <w:rsid w:val="00C834E2"/>
    <w:rsid w:val="00C848FB"/>
    <w:rsid w:val="00C850EE"/>
    <w:rsid w:val="00C865D8"/>
    <w:rsid w:val="00C90FFF"/>
    <w:rsid w:val="00C9250E"/>
    <w:rsid w:val="00C9798D"/>
    <w:rsid w:val="00CA0229"/>
    <w:rsid w:val="00CA1266"/>
    <w:rsid w:val="00CA5720"/>
    <w:rsid w:val="00CA5F23"/>
    <w:rsid w:val="00CA7B4E"/>
    <w:rsid w:val="00CB03F7"/>
    <w:rsid w:val="00CB394B"/>
    <w:rsid w:val="00CB3DA7"/>
    <w:rsid w:val="00CB4D33"/>
    <w:rsid w:val="00CB6112"/>
    <w:rsid w:val="00CC2A8A"/>
    <w:rsid w:val="00CC772C"/>
    <w:rsid w:val="00CD0AC9"/>
    <w:rsid w:val="00CD12A9"/>
    <w:rsid w:val="00CD1EA1"/>
    <w:rsid w:val="00CD24E5"/>
    <w:rsid w:val="00CD343B"/>
    <w:rsid w:val="00CE0E51"/>
    <w:rsid w:val="00CE272D"/>
    <w:rsid w:val="00CE3A5F"/>
    <w:rsid w:val="00CE3D3F"/>
    <w:rsid w:val="00CF1588"/>
    <w:rsid w:val="00CF2C83"/>
    <w:rsid w:val="00CF4B55"/>
    <w:rsid w:val="00CF6B43"/>
    <w:rsid w:val="00D01F81"/>
    <w:rsid w:val="00D02E08"/>
    <w:rsid w:val="00D10BFD"/>
    <w:rsid w:val="00D10D37"/>
    <w:rsid w:val="00D11885"/>
    <w:rsid w:val="00D13067"/>
    <w:rsid w:val="00D133D3"/>
    <w:rsid w:val="00D13695"/>
    <w:rsid w:val="00D14712"/>
    <w:rsid w:val="00D213F3"/>
    <w:rsid w:val="00D21AB5"/>
    <w:rsid w:val="00D21DB0"/>
    <w:rsid w:val="00D23351"/>
    <w:rsid w:val="00D25190"/>
    <w:rsid w:val="00D27591"/>
    <w:rsid w:val="00D27758"/>
    <w:rsid w:val="00D3179E"/>
    <w:rsid w:val="00D356FB"/>
    <w:rsid w:val="00D37296"/>
    <w:rsid w:val="00D42307"/>
    <w:rsid w:val="00D42D05"/>
    <w:rsid w:val="00D45512"/>
    <w:rsid w:val="00D45DCB"/>
    <w:rsid w:val="00D4740A"/>
    <w:rsid w:val="00D47B8B"/>
    <w:rsid w:val="00D50E4D"/>
    <w:rsid w:val="00D511D9"/>
    <w:rsid w:val="00D5313A"/>
    <w:rsid w:val="00D54CED"/>
    <w:rsid w:val="00D54EAF"/>
    <w:rsid w:val="00D61A17"/>
    <w:rsid w:val="00D66D06"/>
    <w:rsid w:val="00D67B0D"/>
    <w:rsid w:val="00D7302B"/>
    <w:rsid w:val="00D735B1"/>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18A5"/>
    <w:rsid w:val="00DA3C2F"/>
    <w:rsid w:val="00DA615C"/>
    <w:rsid w:val="00DA6681"/>
    <w:rsid w:val="00DB358D"/>
    <w:rsid w:val="00DB5836"/>
    <w:rsid w:val="00DB6CEF"/>
    <w:rsid w:val="00DC4AB6"/>
    <w:rsid w:val="00DC7412"/>
    <w:rsid w:val="00DD07B8"/>
    <w:rsid w:val="00DD34A1"/>
    <w:rsid w:val="00DD7B42"/>
    <w:rsid w:val="00DD7C85"/>
    <w:rsid w:val="00DE134B"/>
    <w:rsid w:val="00DE13D1"/>
    <w:rsid w:val="00DE5B11"/>
    <w:rsid w:val="00DE6742"/>
    <w:rsid w:val="00DF2910"/>
    <w:rsid w:val="00DF2A82"/>
    <w:rsid w:val="00DF548C"/>
    <w:rsid w:val="00E02067"/>
    <w:rsid w:val="00E06ECB"/>
    <w:rsid w:val="00E079F9"/>
    <w:rsid w:val="00E113BD"/>
    <w:rsid w:val="00E13DEB"/>
    <w:rsid w:val="00E1435F"/>
    <w:rsid w:val="00E1585F"/>
    <w:rsid w:val="00E25BDA"/>
    <w:rsid w:val="00E26414"/>
    <w:rsid w:val="00E27716"/>
    <w:rsid w:val="00E30254"/>
    <w:rsid w:val="00E3233B"/>
    <w:rsid w:val="00E32C90"/>
    <w:rsid w:val="00E35678"/>
    <w:rsid w:val="00E35FAF"/>
    <w:rsid w:val="00E373EF"/>
    <w:rsid w:val="00E37F68"/>
    <w:rsid w:val="00E4176B"/>
    <w:rsid w:val="00E43EE1"/>
    <w:rsid w:val="00E45621"/>
    <w:rsid w:val="00E50635"/>
    <w:rsid w:val="00E50AA7"/>
    <w:rsid w:val="00E51E79"/>
    <w:rsid w:val="00E52037"/>
    <w:rsid w:val="00E53293"/>
    <w:rsid w:val="00E5357F"/>
    <w:rsid w:val="00E54A28"/>
    <w:rsid w:val="00E5672A"/>
    <w:rsid w:val="00E57819"/>
    <w:rsid w:val="00E5784A"/>
    <w:rsid w:val="00E610A3"/>
    <w:rsid w:val="00E61ACE"/>
    <w:rsid w:val="00E61F98"/>
    <w:rsid w:val="00E64338"/>
    <w:rsid w:val="00E64B0B"/>
    <w:rsid w:val="00E64FC2"/>
    <w:rsid w:val="00E67527"/>
    <w:rsid w:val="00E67959"/>
    <w:rsid w:val="00E740FB"/>
    <w:rsid w:val="00E74318"/>
    <w:rsid w:val="00E75586"/>
    <w:rsid w:val="00E83839"/>
    <w:rsid w:val="00E84171"/>
    <w:rsid w:val="00E86DA1"/>
    <w:rsid w:val="00E876F2"/>
    <w:rsid w:val="00E90C81"/>
    <w:rsid w:val="00E94969"/>
    <w:rsid w:val="00E963E1"/>
    <w:rsid w:val="00EA19C1"/>
    <w:rsid w:val="00EA4FCA"/>
    <w:rsid w:val="00EA5D87"/>
    <w:rsid w:val="00EA6A3F"/>
    <w:rsid w:val="00EB0461"/>
    <w:rsid w:val="00EB0796"/>
    <w:rsid w:val="00EB0DAB"/>
    <w:rsid w:val="00EB2E6F"/>
    <w:rsid w:val="00EB3516"/>
    <w:rsid w:val="00EB5BEA"/>
    <w:rsid w:val="00EB6225"/>
    <w:rsid w:val="00EB65C8"/>
    <w:rsid w:val="00EC646D"/>
    <w:rsid w:val="00EC7423"/>
    <w:rsid w:val="00ED1AF8"/>
    <w:rsid w:val="00ED73AB"/>
    <w:rsid w:val="00ED7AA7"/>
    <w:rsid w:val="00EE07FA"/>
    <w:rsid w:val="00EE1EF4"/>
    <w:rsid w:val="00EE20D7"/>
    <w:rsid w:val="00EE6D1B"/>
    <w:rsid w:val="00EF0112"/>
    <w:rsid w:val="00EF44BC"/>
    <w:rsid w:val="00EF4BC0"/>
    <w:rsid w:val="00EF5532"/>
    <w:rsid w:val="00EF5C0F"/>
    <w:rsid w:val="00F022B1"/>
    <w:rsid w:val="00F022F3"/>
    <w:rsid w:val="00F05005"/>
    <w:rsid w:val="00F10C56"/>
    <w:rsid w:val="00F13FE2"/>
    <w:rsid w:val="00F168F4"/>
    <w:rsid w:val="00F200A1"/>
    <w:rsid w:val="00F208DD"/>
    <w:rsid w:val="00F22226"/>
    <w:rsid w:val="00F23E77"/>
    <w:rsid w:val="00F24385"/>
    <w:rsid w:val="00F30703"/>
    <w:rsid w:val="00F322C7"/>
    <w:rsid w:val="00F32C71"/>
    <w:rsid w:val="00F3302A"/>
    <w:rsid w:val="00F4390D"/>
    <w:rsid w:val="00F43A19"/>
    <w:rsid w:val="00F43D84"/>
    <w:rsid w:val="00F44718"/>
    <w:rsid w:val="00F458D0"/>
    <w:rsid w:val="00F46E2F"/>
    <w:rsid w:val="00F50D84"/>
    <w:rsid w:val="00F523C2"/>
    <w:rsid w:val="00F52C46"/>
    <w:rsid w:val="00F53183"/>
    <w:rsid w:val="00F53641"/>
    <w:rsid w:val="00F5477A"/>
    <w:rsid w:val="00F5587A"/>
    <w:rsid w:val="00F63A31"/>
    <w:rsid w:val="00F63BE7"/>
    <w:rsid w:val="00F64E39"/>
    <w:rsid w:val="00F64F13"/>
    <w:rsid w:val="00F65236"/>
    <w:rsid w:val="00F75429"/>
    <w:rsid w:val="00F76695"/>
    <w:rsid w:val="00F8087A"/>
    <w:rsid w:val="00F8178E"/>
    <w:rsid w:val="00F82103"/>
    <w:rsid w:val="00F82A20"/>
    <w:rsid w:val="00F8594A"/>
    <w:rsid w:val="00F918A6"/>
    <w:rsid w:val="00F94244"/>
    <w:rsid w:val="00F945E3"/>
    <w:rsid w:val="00F96440"/>
    <w:rsid w:val="00F9778F"/>
    <w:rsid w:val="00FA2749"/>
    <w:rsid w:val="00FA5648"/>
    <w:rsid w:val="00FA5BF5"/>
    <w:rsid w:val="00FB04C9"/>
    <w:rsid w:val="00FB383E"/>
    <w:rsid w:val="00FB5797"/>
    <w:rsid w:val="00FB79AF"/>
    <w:rsid w:val="00FB79CF"/>
    <w:rsid w:val="00FC1BAD"/>
    <w:rsid w:val="00FC4DC8"/>
    <w:rsid w:val="00FC5D4F"/>
    <w:rsid w:val="00FC6263"/>
    <w:rsid w:val="00FD1544"/>
    <w:rsid w:val="00FD3255"/>
    <w:rsid w:val="00FD3CEE"/>
    <w:rsid w:val="00FD4A64"/>
    <w:rsid w:val="00FD7995"/>
    <w:rsid w:val="00FE049C"/>
    <w:rsid w:val="00FE2684"/>
    <w:rsid w:val="00FE42D2"/>
    <w:rsid w:val="00FE54BB"/>
    <w:rsid w:val="00FE6604"/>
    <w:rsid w:val="00FE77C2"/>
    <w:rsid w:val="00FF15F9"/>
    <w:rsid w:val="00FF1CAE"/>
    <w:rsid w:val="00FF1E88"/>
    <w:rsid w:val="00FF2E1E"/>
    <w:rsid w:val="00FF308B"/>
    <w:rsid w:val="00FF3622"/>
    <w:rsid w:val="00FF4241"/>
    <w:rsid w:val="00FF4298"/>
    <w:rsid w:val="00FF4DBD"/>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character" w:styleId="NichtaufgelsteErwhnung">
    <w:name w:val="Unresolved Mention"/>
    <w:basedOn w:val="Absatz-Standardschriftart"/>
    <w:uiPriority w:val="99"/>
    <w:semiHidden/>
    <w:unhideWhenUsed/>
    <w:rsid w:val="008B1E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C8EE4-3D0B-4F78-9589-2EDFE957E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2</Pages>
  <Words>451</Words>
  <Characters>2730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docId:F6793458C117D5F501255CB7A466F150</cp:keywords>
  <cp:lastModifiedBy>Sylvia Boesch</cp:lastModifiedBy>
  <cp:revision>151</cp:revision>
  <cp:lastPrinted>2021-09-20T12:39:00Z</cp:lastPrinted>
  <dcterms:created xsi:type="dcterms:W3CDTF">2024-10-31T16:16:00Z</dcterms:created>
  <dcterms:modified xsi:type="dcterms:W3CDTF">2025-03-16T17:23:00Z</dcterms:modified>
</cp:coreProperties>
</file>